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0CE" w:rsidRPr="000F6C10" w:rsidRDefault="00616CCD" w:rsidP="00523D3C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419100" cy="714375"/>
            <wp:effectExtent l="0" t="0" r="0" b="9525"/>
            <wp:docPr id="2" name="Рисунок 2" descr="C:\Users\user\AppData\Local\Temp\Rar$DIa9756.27151\герб юсьва 2021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Rar$DIa9756.27151\герб юсьва 2021 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0CE" w:rsidRPr="000F6C10" w:rsidRDefault="00A611FF" w:rsidP="005B30CE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ДУМА</w:t>
      </w:r>
    </w:p>
    <w:p w:rsidR="005B30CE" w:rsidRPr="000F6C10" w:rsidRDefault="005B30CE" w:rsidP="005B30CE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  <w:r w:rsidRPr="000F6C10">
        <w:rPr>
          <w:rFonts w:ascii="Times New Roman" w:hAnsi="Times New Roman"/>
          <w:sz w:val="24"/>
          <w:szCs w:val="24"/>
        </w:rPr>
        <w:t xml:space="preserve">ЮСЬВИНСКОГО МУНИЦИПАЛЬНОГО </w:t>
      </w:r>
      <w:r w:rsidR="00A611FF">
        <w:rPr>
          <w:rFonts w:ascii="Times New Roman" w:hAnsi="Times New Roman"/>
          <w:sz w:val="24"/>
          <w:szCs w:val="24"/>
        </w:rPr>
        <w:t>ОКРУГА</w:t>
      </w:r>
    </w:p>
    <w:p w:rsidR="005B30CE" w:rsidRPr="000F6C10" w:rsidRDefault="005B30CE" w:rsidP="005B30CE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  <w:r w:rsidRPr="000F6C10">
        <w:rPr>
          <w:rFonts w:ascii="Times New Roman" w:hAnsi="Times New Roman"/>
          <w:sz w:val="24"/>
          <w:szCs w:val="24"/>
        </w:rPr>
        <w:t xml:space="preserve"> ПЕРМСКОГО КРАЯ</w:t>
      </w:r>
    </w:p>
    <w:p w:rsidR="005B30CE" w:rsidRPr="000F6C10" w:rsidRDefault="005B30CE" w:rsidP="00E90A79">
      <w:pPr>
        <w:pStyle w:val="ConsPlusTitle"/>
        <w:widowControl/>
        <w:shd w:val="clear" w:color="auto" w:fill="FFFFFF"/>
        <w:jc w:val="center"/>
        <w:rPr>
          <w:rFonts w:ascii="Times New Roman" w:hAnsi="Times New Roman"/>
          <w:sz w:val="24"/>
          <w:szCs w:val="24"/>
        </w:rPr>
      </w:pPr>
    </w:p>
    <w:p w:rsidR="005B30CE" w:rsidRDefault="005B30CE" w:rsidP="00E90A79">
      <w:pPr>
        <w:pStyle w:val="ConsPlusTitle"/>
        <w:widowControl/>
        <w:shd w:val="clear" w:color="auto" w:fill="FFFFFF"/>
        <w:jc w:val="center"/>
        <w:rPr>
          <w:rFonts w:ascii="Times New Roman" w:hAnsi="Times New Roman"/>
          <w:sz w:val="24"/>
          <w:szCs w:val="24"/>
        </w:rPr>
      </w:pPr>
      <w:r w:rsidRPr="000F6C10">
        <w:rPr>
          <w:rFonts w:ascii="Times New Roman" w:hAnsi="Times New Roman"/>
          <w:sz w:val="24"/>
          <w:szCs w:val="24"/>
        </w:rPr>
        <w:t>РЕШЕНИЕ</w:t>
      </w:r>
    </w:p>
    <w:p w:rsidR="005B30CE" w:rsidRPr="000F6C10" w:rsidRDefault="005B30CE" w:rsidP="00E90A79">
      <w:pPr>
        <w:pStyle w:val="ConsPlusTitle"/>
        <w:widowControl/>
        <w:shd w:val="clear" w:color="auto" w:fill="FFFFFF"/>
        <w:jc w:val="center"/>
        <w:rPr>
          <w:rFonts w:ascii="Times New Roman" w:hAnsi="Times New Roman"/>
          <w:sz w:val="24"/>
          <w:szCs w:val="24"/>
        </w:rPr>
      </w:pPr>
    </w:p>
    <w:p w:rsidR="005B30CE" w:rsidRDefault="00217972" w:rsidP="00E90A79">
      <w:pPr>
        <w:shd w:val="clear" w:color="auto" w:fill="FFFFFF"/>
        <w:tabs>
          <w:tab w:val="left" w:pos="1490"/>
        </w:tabs>
        <w:rPr>
          <w:szCs w:val="28"/>
        </w:rPr>
      </w:pPr>
      <w:r>
        <w:rPr>
          <w:szCs w:val="28"/>
        </w:rPr>
        <w:t>__.__.2024                                                                                                               №__</w:t>
      </w:r>
    </w:p>
    <w:p w:rsidR="00217972" w:rsidRPr="00650328" w:rsidRDefault="00217972" w:rsidP="00E90A79">
      <w:pPr>
        <w:shd w:val="clear" w:color="auto" w:fill="FFFFFF"/>
        <w:tabs>
          <w:tab w:val="left" w:pos="1490"/>
        </w:tabs>
        <w:rPr>
          <w:szCs w:val="28"/>
        </w:rPr>
      </w:pPr>
    </w:p>
    <w:p w:rsidR="00255BCF" w:rsidRPr="00610076" w:rsidRDefault="002B2AA1" w:rsidP="002276EC">
      <w:pPr>
        <w:shd w:val="clear" w:color="auto" w:fill="FFFFFF"/>
        <w:tabs>
          <w:tab w:val="left" w:pos="5103"/>
        </w:tabs>
        <w:ind w:right="4534"/>
        <w:jc w:val="both"/>
        <w:rPr>
          <w:sz w:val="27"/>
          <w:szCs w:val="27"/>
        </w:rPr>
      </w:pPr>
      <w:r w:rsidRPr="00610076">
        <w:rPr>
          <w:sz w:val="27"/>
          <w:szCs w:val="27"/>
        </w:rPr>
        <w:t xml:space="preserve">О внесении изменений в </w:t>
      </w:r>
      <w:r w:rsidR="002276EC" w:rsidRPr="00610076">
        <w:rPr>
          <w:sz w:val="27"/>
          <w:szCs w:val="27"/>
        </w:rPr>
        <w:t>р</w:t>
      </w:r>
      <w:r w:rsidRPr="00610076">
        <w:rPr>
          <w:sz w:val="27"/>
          <w:szCs w:val="27"/>
        </w:rPr>
        <w:t>ешение Думы Юсьвинского муниципального округа Пермского края «</w:t>
      </w:r>
      <w:r w:rsidR="005B30CE" w:rsidRPr="00610076">
        <w:rPr>
          <w:sz w:val="27"/>
          <w:szCs w:val="27"/>
        </w:rPr>
        <w:t xml:space="preserve">О бюджете Юсьвинского муниципального </w:t>
      </w:r>
      <w:r w:rsidR="00A611FF" w:rsidRPr="00610076">
        <w:rPr>
          <w:sz w:val="27"/>
          <w:szCs w:val="27"/>
        </w:rPr>
        <w:t>округа</w:t>
      </w:r>
      <w:r w:rsidR="00EF5924" w:rsidRPr="00610076">
        <w:rPr>
          <w:sz w:val="27"/>
          <w:szCs w:val="27"/>
        </w:rPr>
        <w:t xml:space="preserve"> Пермского края</w:t>
      </w:r>
      <w:r w:rsidR="00412A70" w:rsidRPr="00610076">
        <w:rPr>
          <w:sz w:val="27"/>
          <w:szCs w:val="27"/>
        </w:rPr>
        <w:t xml:space="preserve"> на 202</w:t>
      </w:r>
      <w:r w:rsidR="00CD5886">
        <w:rPr>
          <w:sz w:val="27"/>
          <w:szCs w:val="27"/>
        </w:rPr>
        <w:t>4</w:t>
      </w:r>
      <w:r w:rsidR="00D81AA8" w:rsidRPr="00610076">
        <w:rPr>
          <w:sz w:val="27"/>
          <w:szCs w:val="27"/>
        </w:rPr>
        <w:t xml:space="preserve"> год и на плановый период 202</w:t>
      </w:r>
      <w:r w:rsidR="00CD5886">
        <w:rPr>
          <w:sz w:val="27"/>
          <w:szCs w:val="27"/>
        </w:rPr>
        <w:t>5</w:t>
      </w:r>
      <w:r w:rsidR="005B30CE" w:rsidRPr="00610076">
        <w:rPr>
          <w:sz w:val="27"/>
          <w:szCs w:val="27"/>
        </w:rPr>
        <w:t>-20</w:t>
      </w:r>
      <w:r w:rsidR="002E61D5" w:rsidRPr="00610076">
        <w:rPr>
          <w:sz w:val="27"/>
          <w:szCs w:val="27"/>
        </w:rPr>
        <w:t>2</w:t>
      </w:r>
      <w:r w:rsidR="00CD5886">
        <w:rPr>
          <w:sz w:val="27"/>
          <w:szCs w:val="27"/>
        </w:rPr>
        <w:t>6</w:t>
      </w:r>
      <w:r w:rsidR="005B30CE" w:rsidRPr="00610076">
        <w:rPr>
          <w:sz w:val="27"/>
          <w:szCs w:val="27"/>
        </w:rPr>
        <w:t xml:space="preserve"> годов</w:t>
      </w:r>
      <w:r w:rsidR="00F84509" w:rsidRPr="00610076">
        <w:rPr>
          <w:sz w:val="27"/>
          <w:szCs w:val="27"/>
        </w:rPr>
        <w:t>»</w:t>
      </w:r>
    </w:p>
    <w:p w:rsidR="0091681A" w:rsidRPr="00610076" w:rsidRDefault="0091681A" w:rsidP="00E90A79">
      <w:pPr>
        <w:shd w:val="clear" w:color="auto" w:fill="FFFFFF"/>
        <w:ind w:right="5952"/>
        <w:jc w:val="both"/>
        <w:rPr>
          <w:sz w:val="27"/>
          <w:szCs w:val="27"/>
        </w:rPr>
      </w:pPr>
    </w:p>
    <w:p w:rsidR="00532704" w:rsidRPr="00610076" w:rsidRDefault="00532704" w:rsidP="00217972">
      <w:pPr>
        <w:spacing w:line="276" w:lineRule="auto"/>
        <w:ind w:right="-1" w:firstLine="709"/>
        <w:jc w:val="both"/>
        <w:rPr>
          <w:szCs w:val="28"/>
        </w:rPr>
      </w:pPr>
      <w:r w:rsidRPr="00610076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РФ», Положением о бюджетном процессе</w:t>
      </w:r>
      <w:r w:rsidR="00EF5924" w:rsidRPr="00610076">
        <w:rPr>
          <w:szCs w:val="28"/>
        </w:rPr>
        <w:t xml:space="preserve"> в</w:t>
      </w:r>
      <w:r w:rsidRPr="00610076">
        <w:rPr>
          <w:szCs w:val="28"/>
        </w:rPr>
        <w:t xml:space="preserve"> Юсьвинско</w:t>
      </w:r>
      <w:r w:rsidR="00EF5924" w:rsidRPr="00610076">
        <w:rPr>
          <w:szCs w:val="28"/>
        </w:rPr>
        <w:t>м</w:t>
      </w:r>
      <w:r w:rsidRPr="00610076">
        <w:rPr>
          <w:szCs w:val="28"/>
        </w:rPr>
        <w:t xml:space="preserve"> му</w:t>
      </w:r>
      <w:r w:rsidR="007F0D53" w:rsidRPr="00610076">
        <w:rPr>
          <w:szCs w:val="28"/>
        </w:rPr>
        <w:t>ниципально</w:t>
      </w:r>
      <w:r w:rsidR="00EF5924" w:rsidRPr="00610076">
        <w:rPr>
          <w:szCs w:val="28"/>
        </w:rPr>
        <w:t>м</w:t>
      </w:r>
      <w:r w:rsidR="00BA434D" w:rsidRPr="00610076">
        <w:rPr>
          <w:szCs w:val="28"/>
        </w:rPr>
        <w:t xml:space="preserve"> </w:t>
      </w:r>
      <w:r w:rsidR="00E91B4F" w:rsidRPr="00610076">
        <w:rPr>
          <w:szCs w:val="28"/>
        </w:rPr>
        <w:t>округ</w:t>
      </w:r>
      <w:r w:rsidR="00EF5924" w:rsidRPr="00610076">
        <w:rPr>
          <w:szCs w:val="28"/>
        </w:rPr>
        <w:t>е Пермского края</w:t>
      </w:r>
      <w:r w:rsidR="007F0D53" w:rsidRPr="00610076">
        <w:rPr>
          <w:szCs w:val="28"/>
        </w:rPr>
        <w:t>, утвержденным</w:t>
      </w:r>
      <w:r w:rsidRPr="00610076">
        <w:rPr>
          <w:szCs w:val="28"/>
        </w:rPr>
        <w:t xml:space="preserve"> решением </w:t>
      </w:r>
      <w:r w:rsidR="00E91B4F" w:rsidRPr="00610076">
        <w:rPr>
          <w:szCs w:val="28"/>
        </w:rPr>
        <w:t>Думы</w:t>
      </w:r>
      <w:r w:rsidRPr="00610076">
        <w:rPr>
          <w:szCs w:val="28"/>
        </w:rPr>
        <w:t xml:space="preserve"> Юсьвинского муниципального </w:t>
      </w:r>
      <w:r w:rsidR="00E91B4F" w:rsidRPr="00610076">
        <w:rPr>
          <w:szCs w:val="28"/>
        </w:rPr>
        <w:t>округа</w:t>
      </w:r>
      <w:r w:rsidRPr="00610076">
        <w:rPr>
          <w:szCs w:val="28"/>
        </w:rPr>
        <w:t xml:space="preserve"> от </w:t>
      </w:r>
      <w:r w:rsidR="00E91B4F" w:rsidRPr="00610076">
        <w:rPr>
          <w:szCs w:val="28"/>
        </w:rPr>
        <w:t>12.11.2019</w:t>
      </w:r>
      <w:r w:rsidRPr="00610076">
        <w:rPr>
          <w:szCs w:val="28"/>
        </w:rPr>
        <w:t xml:space="preserve"> № </w:t>
      </w:r>
      <w:r w:rsidR="00DC5667" w:rsidRPr="00610076">
        <w:rPr>
          <w:szCs w:val="28"/>
        </w:rPr>
        <w:t>28</w:t>
      </w:r>
      <w:r w:rsidRPr="00610076">
        <w:rPr>
          <w:szCs w:val="28"/>
        </w:rPr>
        <w:t xml:space="preserve">, </w:t>
      </w:r>
      <w:r w:rsidR="00E91B4F" w:rsidRPr="00610076">
        <w:rPr>
          <w:szCs w:val="28"/>
        </w:rPr>
        <w:t>Дума</w:t>
      </w:r>
      <w:r w:rsidRPr="00610076">
        <w:rPr>
          <w:szCs w:val="28"/>
        </w:rPr>
        <w:t xml:space="preserve"> Юсьвинского муниципального </w:t>
      </w:r>
      <w:r w:rsidR="00E91B4F" w:rsidRPr="00610076">
        <w:rPr>
          <w:szCs w:val="28"/>
        </w:rPr>
        <w:t>округа</w:t>
      </w:r>
      <w:r w:rsidR="002276EC" w:rsidRPr="00610076">
        <w:rPr>
          <w:szCs w:val="28"/>
        </w:rPr>
        <w:t xml:space="preserve"> Пермского края</w:t>
      </w:r>
      <w:r w:rsidRPr="00610076">
        <w:rPr>
          <w:szCs w:val="28"/>
        </w:rPr>
        <w:t xml:space="preserve"> РЕШАЕТ:</w:t>
      </w:r>
    </w:p>
    <w:p w:rsidR="002B2AA1" w:rsidRPr="00610076" w:rsidRDefault="002B2AA1" w:rsidP="00610076">
      <w:pPr>
        <w:keepNext/>
        <w:spacing w:line="276" w:lineRule="auto"/>
        <w:ind w:firstLine="709"/>
        <w:jc w:val="both"/>
        <w:rPr>
          <w:szCs w:val="28"/>
        </w:rPr>
      </w:pPr>
      <w:r w:rsidRPr="00610076">
        <w:rPr>
          <w:szCs w:val="28"/>
        </w:rPr>
        <w:t xml:space="preserve">1. Внести в решение </w:t>
      </w:r>
      <w:r w:rsidR="002276EC" w:rsidRPr="00610076">
        <w:rPr>
          <w:szCs w:val="28"/>
        </w:rPr>
        <w:t xml:space="preserve">Думы Юсьвинского муниципального округа Пермского края </w:t>
      </w:r>
      <w:r w:rsidRPr="00610076">
        <w:rPr>
          <w:szCs w:val="28"/>
        </w:rPr>
        <w:t xml:space="preserve">от </w:t>
      </w:r>
      <w:r w:rsidR="00CD5886">
        <w:rPr>
          <w:szCs w:val="28"/>
        </w:rPr>
        <w:t>21</w:t>
      </w:r>
      <w:r w:rsidR="00650C77" w:rsidRPr="00610076">
        <w:rPr>
          <w:szCs w:val="28"/>
        </w:rPr>
        <w:t>.12.202</w:t>
      </w:r>
      <w:r w:rsidR="00CD5886">
        <w:rPr>
          <w:szCs w:val="28"/>
        </w:rPr>
        <w:t>3</w:t>
      </w:r>
      <w:r w:rsidR="00F84509" w:rsidRPr="00610076">
        <w:rPr>
          <w:szCs w:val="28"/>
        </w:rPr>
        <w:t xml:space="preserve"> № </w:t>
      </w:r>
      <w:r w:rsidR="00CD5886">
        <w:rPr>
          <w:szCs w:val="28"/>
        </w:rPr>
        <w:t>568</w:t>
      </w:r>
      <w:r w:rsidRPr="00610076">
        <w:rPr>
          <w:szCs w:val="28"/>
        </w:rPr>
        <w:t xml:space="preserve"> «О бюджете Юсьвинского муниципального </w:t>
      </w:r>
      <w:r w:rsidR="002276EC" w:rsidRPr="00610076">
        <w:rPr>
          <w:szCs w:val="28"/>
        </w:rPr>
        <w:t>округа Пермского края</w:t>
      </w:r>
      <w:r w:rsidR="00F84509" w:rsidRPr="00610076">
        <w:rPr>
          <w:szCs w:val="28"/>
        </w:rPr>
        <w:t xml:space="preserve"> на 202</w:t>
      </w:r>
      <w:r w:rsidR="00CD5886">
        <w:rPr>
          <w:szCs w:val="28"/>
        </w:rPr>
        <w:t>4</w:t>
      </w:r>
      <w:r w:rsidRPr="00610076">
        <w:rPr>
          <w:szCs w:val="28"/>
        </w:rPr>
        <w:t xml:space="preserve"> год и на плановый период 202</w:t>
      </w:r>
      <w:r w:rsidR="00CD5886">
        <w:rPr>
          <w:szCs w:val="28"/>
        </w:rPr>
        <w:t>5</w:t>
      </w:r>
      <w:r w:rsidRPr="00610076">
        <w:rPr>
          <w:szCs w:val="28"/>
        </w:rPr>
        <w:t>-202</w:t>
      </w:r>
      <w:r w:rsidR="00CD5886">
        <w:rPr>
          <w:szCs w:val="28"/>
        </w:rPr>
        <w:t>6</w:t>
      </w:r>
      <w:r w:rsidRPr="00610076">
        <w:rPr>
          <w:szCs w:val="28"/>
        </w:rPr>
        <w:t xml:space="preserve"> годов» следующие изменения:</w:t>
      </w:r>
    </w:p>
    <w:p w:rsidR="002B2AA1" w:rsidRPr="00610076" w:rsidRDefault="002B2AA1" w:rsidP="00610076">
      <w:pPr>
        <w:widowControl w:val="0"/>
        <w:numPr>
          <w:ilvl w:val="1"/>
          <w:numId w:val="0"/>
        </w:numPr>
        <w:spacing w:line="276" w:lineRule="auto"/>
        <w:ind w:left="1429" w:hanging="720"/>
        <w:jc w:val="both"/>
        <w:rPr>
          <w:szCs w:val="28"/>
        </w:rPr>
      </w:pPr>
      <w:r w:rsidRPr="00610076">
        <w:rPr>
          <w:b/>
          <w:szCs w:val="28"/>
        </w:rPr>
        <w:t>1.1.</w:t>
      </w:r>
      <w:r w:rsidR="00CD5886">
        <w:rPr>
          <w:b/>
          <w:szCs w:val="28"/>
        </w:rPr>
        <w:t xml:space="preserve"> </w:t>
      </w:r>
      <w:r w:rsidR="00CD5886">
        <w:rPr>
          <w:szCs w:val="28"/>
        </w:rPr>
        <w:t>часть</w:t>
      </w:r>
      <w:r w:rsidR="00CD5886" w:rsidRPr="00CD5886">
        <w:rPr>
          <w:szCs w:val="28"/>
        </w:rPr>
        <w:t xml:space="preserve"> 1</w:t>
      </w:r>
      <w:r w:rsidR="00AC1B64" w:rsidRPr="00610076">
        <w:rPr>
          <w:b/>
          <w:szCs w:val="28"/>
        </w:rPr>
        <w:t xml:space="preserve"> </w:t>
      </w:r>
      <w:r w:rsidR="00264603" w:rsidRPr="00610076">
        <w:rPr>
          <w:szCs w:val="28"/>
        </w:rPr>
        <w:t>с</w:t>
      </w:r>
      <w:r w:rsidR="00524587" w:rsidRPr="00610076">
        <w:rPr>
          <w:szCs w:val="28"/>
        </w:rPr>
        <w:t>тать</w:t>
      </w:r>
      <w:r w:rsidR="00CD5886">
        <w:rPr>
          <w:szCs w:val="28"/>
        </w:rPr>
        <w:t>и</w:t>
      </w:r>
      <w:r w:rsidRPr="00610076">
        <w:rPr>
          <w:szCs w:val="28"/>
        </w:rPr>
        <w:t xml:space="preserve"> 1</w:t>
      </w:r>
      <w:r w:rsidR="003D59F8" w:rsidRPr="00610076">
        <w:rPr>
          <w:szCs w:val="28"/>
        </w:rPr>
        <w:t xml:space="preserve"> </w:t>
      </w:r>
      <w:r w:rsidRPr="00610076">
        <w:rPr>
          <w:szCs w:val="28"/>
        </w:rPr>
        <w:t xml:space="preserve">изложить </w:t>
      </w:r>
      <w:r w:rsidRPr="00610076">
        <w:rPr>
          <w:rFonts w:eastAsia="Lucida Sans Unicode"/>
          <w:kern w:val="1"/>
          <w:szCs w:val="28"/>
        </w:rPr>
        <w:t>в редакции следующего содержания</w:t>
      </w:r>
      <w:r w:rsidRPr="00610076">
        <w:rPr>
          <w:szCs w:val="28"/>
        </w:rPr>
        <w:t>:</w:t>
      </w:r>
    </w:p>
    <w:p w:rsidR="00412A70" w:rsidRPr="00610076" w:rsidRDefault="002276EC" w:rsidP="00610076">
      <w:pPr>
        <w:pStyle w:val="afc"/>
        <w:shd w:val="clear" w:color="auto" w:fill="FFFFFF"/>
        <w:spacing w:line="276" w:lineRule="auto"/>
        <w:rPr>
          <w:szCs w:val="28"/>
        </w:rPr>
      </w:pPr>
      <w:r w:rsidRPr="00610076">
        <w:rPr>
          <w:szCs w:val="28"/>
        </w:rPr>
        <w:t>«</w:t>
      </w:r>
      <w:r w:rsidR="00412A70" w:rsidRPr="00610076">
        <w:rPr>
          <w:szCs w:val="28"/>
        </w:rPr>
        <w:t>1. Утвердить основные характеристики бюджета Юсьвинского муниципального округа Пермского края на 202</w:t>
      </w:r>
      <w:r w:rsidR="00CD5886">
        <w:rPr>
          <w:szCs w:val="28"/>
        </w:rPr>
        <w:t>4</w:t>
      </w:r>
      <w:r w:rsidR="00412A70" w:rsidRPr="00610076">
        <w:rPr>
          <w:szCs w:val="28"/>
        </w:rPr>
        <w:t xml:space="preserve"> год (далее – бюджет муниципального округа):</w:t>
      </w:r>
    </w:p>
    <w:p w:rsidR="00412A70" w:rsidRPr="00610076" w:rsidRDefault="00412A70" w:rsidP="00610076">
      <w:pPr>
        <w:pStyle w:val="afc"/>
        <w:shd w:val="clear" w:color="auto" w:fill="FFFFFF"/>
        <w:spacing w:line="276" w:lineRule="auto"/>
        <w:rPr>
          <w:szCs w:val="28"/>
        </w:rPr>
      </w:pPr>
      <w:r w:rsidRPr="00610076">
        <w:rPr>
          <w:szCs w:val="28"/>
        </w:rPr>
        <w:t xml:space="preserve">1) общий объем доходов бюджета муниципального округа в сумме </w:t>
      </w:r>
      <w:r w:rsidR="00CD5886">
        <w:rPr>
          <w:b/>
          <w:szCs w:val="28"/>
        </w:rPr>
        <w:t>1 008 465,07667</w:t>
      </w:r>
      <w:r w:rsidRPr="00610076">
        <w:rPr>
          <w:b/>
          <w:szCs w:val="28"/>
        </w:rPr>
        <w:t xml:space="preserve"> </w:t>
      </w:r>
      <w:r w:rsidRPr="00610076">
        <w:rPr>
          <w:szCs w:val="28"/>
        </w:rPr>
        <w:t>тыс. рублей</w:t>
      </w:r>
      <w:r w:rsidRPr="00610076">
        <w:rPr>
          <w:b/>
          <w:szCs w:val="28"/>
        </w:rPr>
        <w:t>;</w:t>
      </w:r>
    </w:p>
    <w:p w:rsidR="00412A70" w:rsidRPr="00610076" w:rsidRDefault="00412A70" w:rsidP="00610076">
      <w:pPr>
        <w:pStyle w:val="afc"/>
        <w:shd w:val="clear" w:color="auto" w:fill="FFFFFF"/>
        <w:spacing w:line="276" w:lineRule="auto"/>
        <w:rPr>
          <w:szCs w:val="28"/>
        </w:rPr>
      </w:pPr>
      <w:r w:rsidRPr="00610076">
        <w:rPr>
          <w:szCs w:val="28"/>
        </w:rPr>
        <w:t xml:space="preserve">2) общий объем расходов бюджета муниципального округа в сумме </w:t>
      </w:r>
      <w:r w:rsidR="00CD5886">
        <w:rPr>
          <w:b/>
          <w:szCs w:val="28"/>
        </w:rPr>
        <w:t>1 026 343,71168</w:t>
      </w:r>
      <w:r w:rsidRPr="00610076">
        <w:rPr>
          <w:b/>
          <w:szCs w:val="28"/>
        </w:rPr>
        <w:t xml:space="preserve"> т</w:t>
      </w:r>
      <w:r w:rsidRPr="00610076">
        <w:rPr>
          <w:szCs w:val="28"/>
        </w:rPr>
        <w:t xml:space="preserve">ыс. рублей; </w:t>
      </w:r>
    </w:p>
    <w:p w:rsidR="00412A70" w:rsidRPr="00610076" w:rsidRDefault="00412A70" w:rsidP="00610076">
      <w:pPr>
        <w:pStyle w:val="afc"/>
        <w:shd w:val="clear" w:color="auto" w:fill="FFFFFF"/>
        <w:spacing w:line="276" w:lineRule="auto"/>
        <w:rPr>
          <w:szCs w:val="28"/>
        </w:rPr>
      </w:pPr>
      <w:r w:rsidRPr="00610076">
        <w:rPr>
          <w:szCs w:val="28"/>
        </w:rPr>
        <w:t xml:space="preserve">3) дефицит бюджета муниципального округа в сумме </w:t>
      </w:r>
      <w:r w:rsidR="00CD5886">
        <w:rPr>
          <w:b/>
          <w:szCs w:val="28"/>
        </w:rPr>
        <w:t>17 878,63501</w:t>
      </w:r>
      <w:r w:rsidRPr="00610076">
        <w:rPr>
          <w:b/>
          <w:szCs w:val="28"/>
        </w:rPr>
        <w:t xml:space="preserve"> </w:t>
      </w:r>
      <w:r w:rsidRPr="00610076">
        <w:rPr>
          <w:szCs w:val="28"/>
        </w:rPr>
        <w:t xml:space="preserve">тыс. рублей. </w:t>
      </w:r>
    </w:p>
    <w:p w:rsidR="00412A70" w:rsidRPr="00610076" w:rsidRDefault="00412A70" w:rsidP="00610076">
      <w:pPr>
        <w:pStyle w:val="afc"/>
        <w:shd w:val="clear" w:color="auto" w:fill="FFFFFF"/>
        <w:spacing w:line="276" w:lineRule="auto"/>
        <w:rPr>
          <w:b/>
          <w:szCs w:val="28"/>
        </w:rPr>
      </w:pPr>
      <w:r w:rsidRPr="00610076">
        <w:rPr>
          <w:szCs w:val="28"/>
        </w:rPr>
        <w:t xml:space="preserve">4) объем поступлений из источников внутреннего финансирования дефицита бюджета муниципального округа в сумме </w:t>
      </w:r>
      <w:r w:rsidR="00CD5886">
        <w:rPr>
          <w:b/>
          <w:szCs w:val="28"/>
        </w:rPr>
        <w:t>17 878,63501</w:t>
      </w:r>
      <w:r w:rsidRPr="00610076">
        <w:rPr>
          <w:szCs w:val="28"/>
        </w:rPr>
        <w:t xml:space="preserve"> тыс. рублей за счет изменения остатков средств на счете бюджета муниципального округа в сумме </w:t>
      </w:r>
      <w:r w:rsidR="00CD5886">
        <w:rPr>
          <w:b/>
          <w:szCs w:val="28"/>
        </w:rPr>
        <w:t>17 878,63501</w:t>
      </w:r>
      <w:r w:rsidRPr="00610076">
        <w:rPr>
          <w:szCs w:val="28"/>
        </w:rPr>
        <w:t xml:space="preserve"> тыс. руб.</w:t>
      </w:r>
      <w:r w:rsidR="00CD5886">
        <w:rPr>
          <w:szCs w:val="28"/>
        </w:rPr>
        <w:t>»;</w:t>
      </w:r>
    </w:p>
    <w:p w:rsidR="00B06147" w:rsidRPr="00610076" w:rsidRDefault="00B06147" w:rsidP="00610076">
      <w:pPr>
        <w:pStyle w:val="25"/>
        <w:widowControl w:val="0"/>
        <w:autoSpaceDE w:val="0"/>
        <w:autoSpaceDN w:val="0"/>
        <w:adjustRightInd w:val="0"/>
        <w:spacing w:after="0" w:line="276" w:lineRule="auto"/>
        <w:ind w:left="709"/>
        <w:jc w:val="both"/>
        <w:rPr>
          <w:szCs w:val="28"/>
        </w:rPr>
      </w:pPr>
      <w:r w:rsidRPr="00610076">
        <w:rPr>
          <w:b/>
          <w:szCs w:val="28"/>
        </w:rPr>
        <w:t>1.2.</w:t>
      </w:r>
      <w:r w:rsidR="00412A70" w:rsidRPr="00610076">
        <w:rPr>
          <w:szCs w:val="28"/>
        </w:rPr>
        <w:t xml:space="preserve"> часть </w:t>
      </w:r>
      <w:r w:rsidR="00CD5886">
        <w:rPr>
          <w:szCs w:val="28"/>
        </w:rPr>
        <w:t>2</w:t>
      </w:r>
      <w:r w:rsidRPr="00610076">
        <w:rPr>
          <w:szCs w:val="28"/>
        </w:rPr>
        <w:t xml:space="preserve"> статьи </w:t>
      </w:r>
      <w:r w:rsidR="00CD5886">
        <w:rPr>
          <w:szCs w:val="28"/>
        </w:rPr>
        <w:t>2</w:t>
      </w:r>
      <w:r w:rsidRPr="00610076">
        <w:rPr>
          <w:szCs w:val="28"/>
        </w:rPr>
        <w:t xml:space="preserve"> изложить в следующей редакции:</w:t>
      </w:r>
    </w:p>
    <w:p w:rsidR="00B06147" w:rsidRPr="00CD5886" w:rsidRDefault="00412A70" w:rsidP="00CD5886">
      <w:pPr>
        <w:pStyle w:val="25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r w:rsidRPr="00610076">
        <w:rPr>
          <w:szCs w:val="28"/>
        </w:rPr>
        <w:t>«</w:t>
      </w:r>
      <w:r w:rsidR="00CD5886">
        <w:rPr>
          <w:szCs w:val="28"/>
        </w:rPr>
        <w:t>2</w:t>
      </w:r>
      <w:r w:rsidRPr="00610076">
        <w:rPr>
          <w:szCs w:val="28"/>
        </w:rPr>
        <w:t xml:space="preserve">. </w:t>
      </w:r>
      <w:r w:rsidR="00CD5886" w:rsidRPr="00FF4619">
        <w:rPr>
          <w:iCs/>
          <w:szCs w:val="28"/>
        </w:rPr>
        <w:t xml:space="preserve">Утвердить общий объем межбюджетных трансфертов, получаемых </w:t>
      </w:r>
      <w:r w:rsidR="00CD5886" w:rsidRPr="00FF4619">
        <w:rPr>
          <w:iCs/>
          <w:szCs w:val="28"/>
        </w:rPr>
        <w:lastRenderedPageBreak/>
        <w:t xml:space="preserve">в бюджет муниципального округа из бюджетов других уровней, на </w:t>
      </w:r>
      <w:r w:rsidR="00CD5886">
        <w:rPr>
          <w:iCs/>
          <w:szCs w:val="28"/>
        </w:rPr>
        <w:t>2024</w:t>
      </w:r>
      <w:r w:rsidR="00CD5886" w:rsidRPr="00FF4619">
        <w:rPr>
          <w:iCs/>
          <w:szCs w:val="28"/>
        </w:rPr>
        <w:t xml:space="preserve"> год в сумме </w:t>
      </w:r>
      <w:r w:rsidR="00CD5886">
        <w:rPr>
          <w:b/>
          <w:iCs/>
          <w:szCs w:val="28"/>
        </w:rPr>
        <w:t>909 263,87247</w:t>
      </w:r>
      <w:r w:rsidR="00CD5886" w:rsidRPr="00FF4619">
        <w:rPr>
          <w:iCs/>
          <w:szCs w:val="28"/>
        </w:rPr>
        <w:t xml:space="preserve"> тыс. рублей, на </w:t>
      </w:r>
      <w:r w:rsidR="00CD5886">
        <w:rPr>
          <w:iCs/>
          <w:szCs w:val="28"/>
        </w:rPr>
        <w:t>2025</w:t>
      </w:r>
      <w:r w:rsidR="00CD5886" w:rsidRPr="00FF4619">
        <w:rPr>
          <w:iCs/>
          <w:szCs w:val="28"/>
        </w:rPr>
        <w:t xml:space="preserve"> год </w:t>
      </w:r>
      <w:r w:rsidR="00CD5886">
        <w:rPr>
          <w:iCs/>
          <w:szCs w:val="28"/>
        </w:rPr>
        <w:t xml:space="preserve">- </w:t>
      </w:r>
      <w:r w:rsidR="00CD5886" w:rsidRPr="00FF4619">
        <w:rPr>
          <w:iCs/>
          <w:szCs w:val="28"/>
        </w:rPr>
        <w:t xml:space="preserve">в сумме </w:t>
      </w:r>
      <w:r w:rsidR="00CD5886">
        <w:rPr>
          <w:b/>
          <w:iCs/>
          <w:szCs w:val="28"/>
        </w:rPr>
        <w:t>833 641,88276</w:t>
      </w:r>
      <w:r w:rsidR="00CD5886" w:rsidRPr="00FF4619">
        <w:rPr>
          <w:iCs/>
          <w:szCs w:val="28"/>
        </w:rPr>
        <w:t xml:space="preserve"> тыс. рублей и на </w:t>
      </w:r>
      <w:r w:rsidR="00CD5886">
        <w:rPr>
          <w:iCs/>
          <w:szCs w:val="28"/>
        </w:rPr>
        <w:t>2026</w:t>
      </w:r>
      <w:r w:rsidR="00CD5886" w:rsidRPr="00FF4619">
        <w:rPr>
          <w:iCs/>
          <w:szCs w:val="28"/>
        </w:rPr>
        <w:t xml:space="preserve"> год</w:t>
      </w:r>
      <w:r w:rsidR="00CD5886">
        <w:rPr>
          <w:iCs/>
          <w:szCs w:val="28"/>
        </w:rPr>
        <w:t xml:space="preserve"> -</w:t>
      </w:r>
      <w:r w:rsidR="00CD5886" w:rsidRPr="00FF4619">
        <w:rPr>
          <w:iCs/>
          <w:szCs w:val="28"/>
        </w:rPr>
        <w:t xml:space="preserve"> в сумме </w:t>
      </w:r>
      <w:r w:rsidR="00CD5886">
        <w:rPr>
          <w:b/>
          <w:iCs/>
          <w:szCs w:val="28"/>
        </w:rPr>
        <w:t xml:space="preserve">752 382,32134 </w:t>
      </w:r>
      <w:r w:rsidR="00CD5886" w:rsidRPr="00FF4619">
        <w:rPr>
          <w:iCs/>
          <w:szCs w:val="28"/>
        </w:rPr>
        <w:t>тыс. рублей</w:t>
      </w:r>
      <w:proofErr w:type="gramStart"/>
      <w:r w:rsidRPr="00CD5886">
        <w:rPr>
          <w:szCs w:val="28"/>
        </w:rPr>
        <w:t>.</w:t>
      </w:r>
      <w:r w:rsidR="00B06147" w:rsidRPr="00CD5886">
        <w:rPr>
          <w:iCs/>
          <w:szCs w:val="28"/>
        </w:rPr>
        <w:t>»;</w:t>
      </w:r>
      <w:proofErr w:type="gramEnd"/>
    </w:p>
    <w:p w:rsidR="00EB3C71" w:rsidRDefault="00B06147" w:rsidP="00610076">
      <w:pPr>
        <w:pStyle w:val="25"/>
        <w:widowControl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iCs/>
          <w:szCs w:val="28"/>
        </w:rPr>
      </w:pPr>
      <w:r w:rsidRPr="00610076">
        <w:rPr>
          <w:b/>
          <w:iCs/>
          <w:szCs w:val="28"/>
        </w:rPr>
        <w:t xml:space="preserve">1.3. </w:t>
      </w:r>
      <w:r w:rsidR="00EB3C71">
        <w:rPr>
          <w:iCs/>
          <w:szCs w:val="28"/>
        </w:rPr>
        <w:t>в статье 3:</w:t>
      </w:r>
    </w:p>
    <w:p w:rsidR="00EB3C71" w:rsidRDefault="00EB3C71" w:rsidP="00610076">
      <w:pPr>
        <w:pStyle w:val="25"/>
        <w:widowControl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iCs/>
          <w:szCs w:val="28"/>
        </w:rPr>
      </w:pPr>
      <w:r w:rsidRPr="00EB3C71">
        <w:rPr>
          <w:b/>
          <w:iCs/>
          <w:szCs w:val="28"/>
        </w:rPr>
        <w:t>1.3.1.</w:t>
      </w:r>
      <w:r>
        <w:rPr>
          <w:iCs/>
          <w:szCs w:val="28"/>
        </w:rPr>
        <w:t xml:space="preserve"> часть 5 изложить в следующей редакции;</w:t>
      </w:r>
    </w:p>
    <w:p w:rsidR="00EB3C71" w:rsidRDefault="00EB3C71" w:rsidP="00610076">
      <w:pPr>
        <w:pStyle w:val="25"/>
        <w:widowControl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szCs w:val="28"/>
        </w:rPr>
      </w:pPr>
      <w:r>
        <w:rPr>
          <w:b/>
          <w:iCs/>
          <w:szCs w:val="28"/>
        </w:rPr>
        <w:t>«</w:t>
      </w:r>
      <w:r w:rsidRPr="00671325">
        <w:rPr>
          <w:iCs/>
          <w:szCs w:val="28"/>
        </w:rPr>
        <w:t>5.</w:t>
      </w:r>
      <w:r>
        <w:rPr>
          <w:b/>
          <w:iCs/>
          <w:szCs w:val="28"/>
        </w:rPr>
        <w:t xml:space="preserve"> </w:t>
      </w:r>
      <w:r w:rsidRPr="00904F46">
        <w:rPr>
          <w:szCs w:val="28"/>
        </w:rPr>
        <w:t>Утвердить объем бюджетных ассигнований</w:t>
      </w:r>
      <w:r>
        <w:rPr>
          <w:szCs w:val="28"/>
        </w:rPr>
        <w:t xml:space="preserve"> на осуществление бюджетных инвестиций на капитальное строительство объектов муниципальной собственности на 2024 год в сумме </w:t>
      </w:r>
      <w:r>
        <w:rPr>
          <w:b/>
          <w:szCs w:val="28"/>
        </w:rPr>
        <w:t>97 665,19809</w:t>
      </w:r>
      <w:r>
        <w:rPr>
          <w:szCs w:val="28"/>
        </w:rPr>
        <w:t xml:space="preserve"> тыс. рублей, на 2025 год - в сумме </w:t>
      </w:r>
      <w:r>
        <w:rPr>
          <w:b/>
          <w:szCs w:val="28"/>
        </w:rPr>
        <w:t>3 114,705</w:t>
      </w:r>
      <w:r>
        <w:rPr>
          <w:szCs w:val="28"/>
        </w:rPr>
        <w:t xml:space="preserve"> тыс. рублей, на 2026 год - в сумме </w:t>
      </w:r>
      <w:r>
        <w:rPr>
          <w:b/>
          <w:szCs w:val="28"/>
        </w:rPr>
        <w:t>44 338,18906</w:t>
      </w:r>
      <w:r>
        <w:rPr>
          <w:szCs w:val="28"/>
        </w:rPr>
        <w:t xml:space="preserve"> тыс. рублей.</w:t>
      </w:r>
    </w:p>
    <w:p w:rsidR="00EB3C71" w:rsidRPr="00EB3C71" w:rsidRDefault="00EB3C71" w:rsidP="00EB3C71">
      <w:pPr>
        <w:pStyle w:val="affb"/>
        <w:ind w:left="0" w:firstLine="709"/>
        <w:jc w:val="both"/>
        <w:rPr>
          <w:szCs w:val="28"/>
        </w:rPr>
      </w:pPr>
      <w:r>
        <w:rPr>
          <w:szCs w:val="28"/>
        </w:rPr>
        <w:t>Утвердить перечень объектов капитального строительства на 2024 год и на плановый период 2025-2026 годов согласно Приложению 3 к настоящему решению</w:t>
      </w:r>
      <w:proofErr w:type="gramStart"/>
      <w:r>
        <w:rPr>
          <w:szCs w:val="28"/>
        </w:rPr>
        <w:t>.»;</w:t>
      </w:r>
      <w:proofErr w:type="gramEnd"/>
    </w:p>
    <w:p w:rsidR="00B06147" w:rsidRPr="00610076" w:rsidRDefault="00EB3C71" w:rsidP="00610076">
      <w:pPr>
        <w:pStyle w:val="25"/>
        <w:widowControl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iCs/>
          <w:szCs w:val="28"/>
        </w:rPr>
      </w:pPr>
      <w:r w:rsidRPr="00EB3C71">
        <w:rPr>
          <w:b/>
          <w:iCs/>
          <w:szCs w:val="28"/>
        </w:rPr>
        <w:t>1.</w:t>
      </w:r>
      <w:r>
        <w:rPr>
          <w:b/>
          <w:iCs/>
          <w:szCs w:val="28"/>
        </w:rPr>
        <w:t>3</w:t>
      </w:r>
      <w:r w:rsidRPr="00EB3C71">
        <w:rPr>
          <w:b/>
          <w:iCs/>
          <w:szCs w:val="28"/>
        </w:rPr>
        <w:t>.</w:t>
      </w:r>
      <w:r>
        <w:rPr>
          <w:b/>
          <w:iCs/>
          <w:szCs w:val="28"/>
        </w:rPr>
        <w:t>2.</w:t>
      </w:r>
      <w:r>
        <w:rPr>
          <w:iCs/>
          <w:szCs w:val="28"/>
        </w:rPr>
        <w:t xml:space="preserve"> </w:t>
      </w:r>
      <w:r w:rsidR="00412A70" w:rsidRPr="00610076">
        <w:rPr>
          <w:iCs/>
          <w:szCs w:val="28"/>
        </w:rPr>
        <w:t>часть</w:t>
      </w:r>
      <w:r w:rsidR="00B06147" w:rsidRPr="00610076">
        <w:rPr>
          <w:iCs/>
          <w:szCs w:val="28"/>
        </w:rPr>
        <w:t xml:space="preserve"> 6 изложить в следующей редакции:</w:t>
      </w:r>
    </w:p>
    <w:p w:rsidR="00671325" w:rsidRPr="00A97F01" w:rsidRDefault="00B06147" w:rsidP="00671325">
      <w:pPr>
        <w:pStyle w:val="afc"/>
        <w:rPr>
          <w:szCs w:val="28"/>
        </w:rPr>
      </w:pPr>
      <w:r w:rsidRPr="00610076">
        <w:rPr>
          <w:szCs w:val="28"/>
        </w:rPr>
        <w:t xml:space="preserve">«6. </w:t>
      </w:r>
      <w:proofErr w:type="gramStart"/>
      <w:r w:rsidR="00671325" w:rsidRPr="00904F46">
        <w:rPr>
          <w:szCs w:val="28"/>
        </w:rPr>
        <w:t xml:space="preserve">Утвердить общий объем </w:t>
      </w:r>
      <w:r w:rsidR="00671325">
        <w:rPr>
          <w:szCs w:val="28"/>
        </w:rPr>
        <w:t xml:space="preserve">средств муниципального </w:t>
      </w:r>
      <w:r w:rsidR="00671325" w:rsidRPr="00904F46">
        <w:rPr>
          <w:szCs w:val="28"/>
        </w:rPr>
        <w:t xml:space="preserve">дорожного фонда на </w:t>
      </w:r>
      <w:r w:rsidR="00671325">
        <w:rPr>
          <w:szCs w:val="28"/>
        </w:rPr>
        <w:t>2024</w:t>
      </w:r>
      <w:r w:rsidR="00671325" w:rsidRPr="00904F46">
        <w:rPr>
          <w:szCs w:val="28"/>
        </w:rPr>
        <w:t xml:space="preserve"> год в сумме </w:t>
      </w:r>
      <w:r w:rsidR="00671325">
        <w:rPr>
          <w:b/>
          <w:szCs w:val="28"/>
        </w:rPr>
        <w:t>110 799,48245</w:t>
      </w:r>
      <w:r w:rsidR="00671325" w:rsidRPr="00904F46">
        <w:rPr>
          <w:szCs w:val="28"/>
        </w:rPr>
        <w:t xml:space="preserve"> тыс. рублей, на 202</w:t>
      </w:r>
      <w:r w:rsidR="00671325">
        <w:rPr>
          <w:szCs w:val="28"/>
        </w:rPr>
        <w:t>5</w:t>
      </w:r>
      <w:r w:rsidR="00671325" w:rsidRPr="00904F46">
        <w:rPr>
          <w:szCs w:val="28"/>
        </w:rPr>
        <w:t xml:space="preserve"> год </w:t>
      </w:r>
      <w:r w:rsidR="00671325">
        <w:rPr>
          <w:szCs w:val="28"/>
        </w:rPr>
        <w:t xml:space="preserve">- </w:t>
      </w:r>
      <w:r w:rsidR="00671325" w:rsidRPr="00904F46">
        <w:rPr>
          <w:szCs w:val="28"/>
        </w:rPr>
        <w:t xml:space="preserve">в сумме </w:t>
      </w:r>
      <w:r w:rsidR="00671325">
        <w:rPr>
          <w:b/>
          <w:szCs w:val="28"/>
        </w:rPr>
        <w:t>104 452,15175</w:t>
      </w:r>
      <w:r w:rsidR="00671325" w:rsidRPr="00904F46">
        <w:rPr>
          <w:szCs w:val="28"/>
        </w:rPr>
        <w:t xml:space="preserve"> тыс. рублей, на 202</w:t>
      </w:r>
      <w:r w:rsidR="00671325">
        <w:rPr>
          <w:szCs w:val="28"/>
        </w:rPr>
        <w:t>6</w:t>
      </w:r>
      <w:r w:rsidR="00671325" w:rsidRPr="00904F46">
        <w:rPr>
          <w:szCs w:val="28"/>
        </w:rPr>
        <w:t xml:space="preserve"> год </w:t>
      </w:r>
      <w:r w:rsidR="00671325">
        <w:rPr>
          <w:szCs w:val="28"/>
        </w:rPr>
        <w:t xml:space="preserve">- </w:t>
      </w:r>
      <w:r w:rsidR="00671325" w:rsidRPr="00904F46">
        <w:rPr>
          <w:szCs w:val="28"/>
        </w:rPr>
        <w:t xml:space="preserve">в сумме </w:t>
      </w:r>
      <w:r w:rsidR="00671325">
        <w:rPr>
          <w:b/>
          <w:szCs w:val="28"/>
        </w:rPr>
        <w:t xml:space="preserve">58 326,9 </w:t>
      </w:r>
      <w:r w:rsidR="00671325">
        <w:rPr>
          <w:szCs w:val="28"/>
        </w:rPr>
        <w:t>тыс. рублей, в том числе за счет дотации бюджету Юсьвинского</w:t>
      </w:r>
      <w:r w:rsidR="00671325" w:rsidRPr="00CE3CF5">
        <w:rPr>
          <w:szCs w:val="28"/>
        </w:rPr>
        <w:t xml:space="preserve"> муниципальн</w:t>
      </w:r>
      <w:r w:rsidR="00671325">
        <w:rPr>
          <w:szCs w:val="28"/>
        </w:rPr>
        <w:t xml:space="preserve">ого </w:t>
      </w:r>
      <w:r w:rsidR="00671325" w:rsidRPr="00CE3CF5">
        <w:rPr>
          <w:szCs w:val="28"/>
        </w:rPr>
        <w:t>округ</w:t>
      </w:r>
      <w:r w:rsidR="00671325">
        <w:rPr>
          <w:szCs w:val="28"/>
        </w:rPr>
        <w:t>а</w:t>
      </w:r>
      <w:r w:rsidR="00671325" w:rsidRPr="00CE3CF5">
        <w:rPr>
          <w:szCs w:val="28"/>
        </w:rPr>
        <w:t xml:space="preserve"> на выравнивание бюджетной обеспеченности из бюджета субъекта Российской Федерации</w:t>
      </w:r>
      <w:r w:rsidR="00671325">
        <w:rPr>
          <w:szCs w:val="28"/>
        </w:rPr>
        <w:t xml:space="preserve"> в 2024 году – 11 310,03510 тыс. рублей</w:t>
      </w:r>
      <w:proofErr w:type="gramEnd"/>
      <w:r w:rsidR="00671325">
        <w:rPr>
          <w:szCs w:val="28"/>
        </w:rPr>
        <w:t>, в 2025 году – 2 925,65000 тыс. рублей, в 2026 году – 6 019,10000 тыс. рублей.</w:t>
      </w:r>
    </w:p>
    <w:p w:rsidR="00B06147" w:rsidRPr="00610076" w:rsidRDefault="00671325" w:rsidP="00671325">
      <w:pPr>
        <w:pStyle w:val="33"/>
        <w:spacing w:after="0"/>
        <w:ind w:left="0" w:firstLine="709"/>
        <w:jc w:val="both"/>
        <w:rPr>
          <w:sz w:val="28"/>
          <w:szCs w:val="28"/>
        </w:rPr>
      </w:pPr>
      <w:r w:rsidRPr="00FF4619">
        <w:rPr>
          <w:sz w:val="28"/>
          <w:szCs w:val="28"/>
        </w:rPr>
        <w:t>Утвердить распределение средств дорожного фон</w:t>
      </w:r>
      <w:r>
        <w:rPr>
          <w:sz w:val="28"/>
          <w:szCs w:val="28"/>
        </w:rPr>
        <w:t>да муниципального округа на 2024 год и на плановый период 2025</w:t>
      </w:r>
      <w:r w:rsidRPr="00FF4619">
        <w:rPr>
          <w:sz w:val="28"/>
          <w:szCs w:val="28"/>
        </w:rPr>
        <w:t>-</w:t>
      </w:r>
      <w:r>
        <w:rPr>
          <w:sz w:val="28"/>
          <w:szCs w:val="28"/>
        </w:rPr>
        <w:t>2026 годов согласно П</w:t>
      </w:r>
      <w:r w:rsidRPr="00FF4619">
        <w:rPr>
          <w:sz w:val="28"/>
          <w:szCs w:val="28"/>
        </w:rPr>
        <w:t xml:space="preserve">риложению </w:t>
      </w:r>
      <w:r>
        <w:rPr>
          <w:sz w:val="28"/>
          <w:szCs w:val="28"/>
        </w:rPr>
        <w:t>4</w:t>
      </w:r>
      <w:r w:rsidRPr="00FF4619">
        <w:rPr>
          <w:sz w:val="28"/>
          <w:szCs w:val="28"/>
        </w:rPr>
        <w:t xml:space="preserve"> к настоящему решению</w:t>
      </w:r>
      <w:proofErr w:type="gramStart"/>
      <w:r w:rsidRPr="00FF4619">
        <w:rPr>
          <w:sz w:val="28"/>
          <w:szCs w:val="28"/>
        </w:rPr>
        <w:t>.</w:t>
      </w:r>
      <w:r w:rsidR="00443A9A" w:rsidRPr="00610076">
        <w:rPr>
          <w:sz w:val="28"/>
          <w:szCs w:val="28"/>
        </w:rPr>
        <w:t>»;</w:t>
      </w:r>
      <w:proofErr w:type="gramEnd"/>
    </w:p>
    <w:p w:rsidR="004E3609" w:rsidRPr="00610076" w:rsidRDefault="00DD2CBC" w:rsidP="00610076">
      <w:pPr>
        <w:pStyle w:val="ConsPlusNonformat"/>
        <w:spacing w:line="276" w:lineRule="auto"/>
        <w:ind w:firstLine="709"/>
        <w:jc w:val="both"/>
        <w:rPr>
          <w:rStyle w:val="FontStyle11"/>
          <w:sz w:val="28"/>
          <w:szCs w:val="28"/>
        </w:rPr>
      </w:pPr>
      <w:r w:rsidRPr="00610076">
        <w:rPr>
          <w:rStyle w:val="FontStyle11"/>
          <w:b/>
          <w:sz w:val="28"/>
          <w:szCs w:val="28"/>
        </w:rPr>
        <w:t>1.</w:t>
      </w:r>
      <w:r w:rsidR="00671325">
        <w:rPr>
          <w:rStyle w:val="FontStyle11"/>
          <w:b/>
          <w:sz w:val="28"/>
          <w:szCs w:val="28"/>
        </w:rPr>
        <w:t>4</w:t>
      </w:r>
      <w:r w:rsidR="004E3609" w:rsidRPr="00610076">
        <w:rPr>
          <w:rStyle w:val="FontStyle11"/>
          <w:b/>
          <w:sz w:val="28"/>
          <w:szCs w:val="28"/>
        </w:rPr>
        <w:t>.</w:t>
      </w:r>
      <w:r w:rsidR="003D59F8" w:rsidRPr="00610076">
        <w:rPr>
          <w:rStyle w:val="FontStyle11"/>
          <w:sz w:val="28"/>
          <w:szCs w:val="28"/>
        </w:rPr>
        <w:t xml:space="preserve"> </w:t>
      </w:r>
      <w:r w:rsidR="004E3609" w:rsidRPr="00610076">
        <w:rPr>
          <w:rStyle w:val="FontStyle11"/>
          <w:sz w:val="28"/>
          <w:szCs w:val="28"/>
        </w:rPr>
        <w:t>Приложения</w:t>
      </w:r>
      <w:r w:rsidR="003D59F8" w:rsidRPr="00610076">
        <w:rPr>
          <w:rStyle w:val="FontStyle11"/>
          <w:sz w:val="28"/>
          <w:szCs w:val="28"/>
        </w:rPr>
        <w:t xml:space="preserve"> </w:t>
      </w:r>
      <w:r w:rsidR="00B06147" w:rsidRPr="00610076">
        <w:rPr>
          <w:rStyle w:val="FontStyle11"/>
          <w:sz w:val="28"/>
          <w:szCs w:val="28"/>
        </w:rPr>
        <w:t xml:space="preserve">1, </w:t>
      </w:r>
      <w:r w:rsidR="00A22E2B" w:rsidRPr="00610076">
        <w:rPr>
          <w:rStyle w:val="FontStyle11"/>
          <w:sz w:val="28"/>
          <w:szCs w:val="28"/>
        </w:rPr>
        <w:t>2, 3</w:t>
      </w:r>
      <w:r w:rsidR="00C239F4" w:rsidRPr="00610076">
        <w:rPr>
          <w:rStyle w:val="FontStyle11"/>
          <w:sz w:val="28"/>
          <w:szCs w:val="28"/>
        </w:rPr>
        <w:t>,</w:t>
      </w:r>
      <w:r w:rsidR="00E74C99" w:rsidRPr="00610076">
        <w:rPr>
          <w:rStyle w:val="FontStyle11"/>
          <w:sz w:val="28"/>
          <w:szCs w:val="28"/>
        </w:rPr>
        <w:t xml:space="preserve"> </w:t>
      </w:r>
      <w:r w:rsidR="00BD227A" w:rsidRPr="00610076">
        <w:rPr>
          <w:rStyle w:val="FontStyle11"/>
          <w:sz w:val="28"/>
          <w:szCs w:val="28"/>
        </w:rPr>
        <w:t xml:space="preserve">4, </w:t>
      </w:r>
      <w:r w:rsidR="00412A70" w:rsidRPr="00610076">
        <w:rPr>
          <w:rStyle w:val="FontStyle11"/>
          <w:sz w:val="28"/>
          <w:szCs w:val="28"/>
        </w:rPr>
        <w:t>5</w:t>
      </w:r>
      <w:r w:rsidR="003D59F8" w:rsidRPr="00610076">
        <w:rPr>
          <w:rStyle w:val="FontStyle11"/>
          <w:sz w:val="28"/>
          <w:szCs w:val="28"/>
        </w:rPr>
        <w:t xml:space="preserve"> </w:t>
      </w:r>
      <w:r w:rsidR="004E3609" w:rsidRPr="00610076">
        <w:rPr>
          <w:rStyle w:val="FontStyle11"/>
          <w:sz w:val="28"/>
          <w:szCs w:val="28"/>
        </w:rPr>
        <w:t>утвердить в новой прилагаемой редакции.</w:t>
      </w:r>
    </w:p>
    <w:p w:rsidR="002276EC" w:rsidRPr="00610076" w:rsidRDefault="004E3609" w:rsidP="00610076">
      <w:pPr>
        <w:pStyle w:val="33"/>
        <w:spacing w:after="0" w:line="276" w:lineRule="auto"/>
        <w:ind w:left="0" w:firstLine="709"/>
        <w:jc w:val="both"/>
        <w:rPr>
          <w:sz w:val="28"/>
          <w:szCs w:val="28"/>
        </w:rPr>
      </w:pPr>
      <w:r w:rsidRPr="00610076">
        <w:rPr>
          <w:rStyle w:val="FontStyle11"/>
          <w:sz w:val="28"/>
          <w:szCs w:val="28"/>
        </w:rPr>
        <w:t xml:space="preserve">2. </w:t>
      </w:r>
      <w:r w:rsidR="002276EC" w:rsidRPr="00610076">
        <w:rPr>
          <w:sz w:val="28"/>
          <w:szCs w:val="28"/>
        </w:rPr>
        <w:t>Опубликовать решение в газете «</w:t>
      </w:r>
      <w:proofErr w:type="spellStart"/>
      <w:r w:rsidR="002276EC" w:rsidRPr="00610076">
        <w:rPr>
          <w:sz w:val="28"/>
          <w:szCs w:val="28"/>
        </w:rPr>
        <w:t>Юсьвинские</w:t>
      </w:r>
      <w:proofErr w:type="spellEnd"/>
      <w:r w:rsidR="002276EC" w:rsidRPr="00610076">
        <w:rPr>
          <w:sz w:val="28"/>
          <w:szCs w:val="28"/>
        </w:rPr>
        <w:t xml:space="preserve"> вести»</w:t>
      </w:r>
      <w:r w:rsidR="00F51CD6" w:rsidRPr="00610076">
        <w:rPr>
          <w:sz w:val="28"/>
          <w:szCs w:val="28"/>
        </w:rPr>
        <w:t xml:space="preserve"> и на официальном сайте муниципального образования Юсьвинский муниципальный округа Пермского края в информационно-коммуникационной сети «Интернет»</w:t>
      </w:r>
      <w:r w:rsidR="002276EC" w:rsidRPr="00610076">
        <w:rPr>
          <w:sz w:val="28"/>
          <w:szCs w:val="28"/>
        </w:rPr>
        <w:t>.</w:t>
      </w:r>
    </w:p>
    <w:p w:rsidR="004E3609" w:rsidRPr="00610076" w:rsidRDefault="004E3609" w:rsidP="00610076">
      <w:pPr>
        <w:pStyle w:val="affa"/>
        <w:spacing w:line="276" w:lineRule="auto"/>
        <w:ind w:firstLine="709"/>
        <w:jc w:val="both"/>
        <w:rPr>
          <w:szCs w:val="28"/>
        </w:rPr>
      </w:pPr>
      <w:r w:rsidRPr="00610076">
        <w:rPr>
          <w:rStyle w:val="FontStyle11"/>
          <w:sz w:val="28"/>
          <w:szCs w:val="28"/>
        </w:rPr>
        <w:t xml:space="preserve">3. </w:t>
      </w:r>
      <w:r w:rsidRPr="00610076">
        <w:rPr>
          <w:szCs w:val="28"/>
        </w:rPr>
        <w:t xml:space="preserve">Настоящее решение вступает в силу со дня его </w:t>
      </w:r>
      <w:r w:rsidR="00492D41" w:rsidRPr="00610076">
        <w:rPr>
          <w:szCs w:val="28"/>
        </w:rPr>
        <w:t>официального опубликования</w:t>
      </w:r>
      <w:r w:rsidRPr="00610076">
        <w:rPr>
          <w:szCs w:val="28"/>
        </w:rPr>
        <w:t>.</w:t>
      </w:r>
    </w:p>
    <w:p w:rsidR="00610076" w:rsidRPr="00610076" w:rsidRDefault="00610076" w:rsidP="00DD2CBC">
      <w:pPr>
        <w:pStyle w:val="affa"/>
        <w:ind w:firstLine="709"/>
        <w:jc w:val="both"/>
        <w:rPr>
          <w:szCs w:val="28"/>
        </w:rPr>
      </w:pPr>
      <w:bookmarkStart w:id="0" w:name="_GoBack"/>
      <w:bookmarkEnd w:id="0"/>
    </w:p>
    <w:tbl>
      <w:tblPr>
        <w:tblStyle w:val="af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83"/>
        <w:gridCol w:w="4961"/>
      </w:tblGrid>
      <w:tr w:rsidR="008B156B" w:rsidRPr="00610076" w:rsidTr="00217972">
        <w:trPr>
          <w:trHeight w:val="1857"/>
        </w:trPr>
        <w:tc>
          <w:tcPr>
            <w:tcW w:w="4503" w:type="dxa"/>
          </w:tcPr>
          <w:p w:rsidR="008B156B" w:rsidRPr="00610076" w:rsidRDefault="008B156B" w:rsidP="0021797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10076">
              <w:rPr>
                <w:szCs w:val="28"/>
              </w:rPr>
              <w:t>Председатель Думы Юсьвинского муниципального округа Пермского края</w:t>
            </w:r>
          </w:p>
          <w:p w:rsidR="008B156B" w:rsidRPr="00610076" w:rsidRDefault="00217972" w:rsidP="00DD2CBC">
            <w:pPr>
              <w:pStyle w:val="affa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</w:t>
            </w:r>
            <w:r w:rsidRPr="00217972">
              <w:rPr>
                <w:szCs w:val="28"/>
              </w:rPr>
              <w:t>О.И. Власова</w:t>
            </w:r>
          </w:p>
        </w:tc>
        <w:tc>
          <w:tcPr>
            <w:tcW w:w="283" w:type="dxa"/>
          </w:tcPr>
          <w:p w:rsidR="008B156B" w:rsidRPr="00610076" w:rsidRDefault="008B156B" w:rsidP="00DD2CBC">
            <w:pPr>
              <w:pStyle w:val="affa"/>
              <w:jc w:val="both"/>
              <w:rPr>
                <w:szCs w:val="28"/>
              </w:rPr>
            </w:pPr>
          </w:p>
        </w:tc>
        <w:tc>
          <w:tcPr>
            <w:tcW w:w="4961" w:type="dxa"/>
          </w:tcPr>
          <w:p w:rsidR="008B156B" w:rsidRPr="00610076" w:rsidRDefault="00E12FE5" w:rsidP="00217972">
            <w:pPr>
              <w:widowControl w:val="0"/>
              <w:autoSpaceDE w:val="0"/>
              <w:autoSpaceDN w:val="0"/>
              <w:ind w:left="-108"/>
              <w:jc w:val="both"/>
              <w:outlineLvl w:val="0"/>
              <w:rPr>
                <w:szCs w:val="28"/>
              </w:rPr>
            </w:pPr>
            <w:r w:rsidRPr="00610076">
              <w:rPr>
                <w:szCs w:val="28"/>
              </w:rPr>
              <w:t>Г</w:t>
            </w:r>
            <w:r w:rsidR="008B156B" w:rsidRPr="00610076">
              <w:rPr>
                <w:szCs w:val="28"/>
              </w:rPr>
              <w:t>лав</w:t>
            </w:r>
            <w:r w:rsidRPr="00610076">
              <w:rPr>
                <w:szCs w:val="28"/>
              </w:rPr>
              <w:t>а муниципального округа –</w:t>
            </w:r>
            <w:r w:rsidR="00217972">
              <w:rPr>
                <w:szCs w:val="28"/>
              </w:rPr>
              <w:t xml:space="preserve">      </w:t>
            </w:r>
            <w:r w:rsidRPr="00610076">
              <w:rPr>
                <w:szCs w:val="28"/>
              </w:rPr>
              <w:t>глава</w:t>
            </w:r>
            <w:r w:rsidR="008B156B" w:rsidRPr="00610076">
              <w:rPr>
                <w:szCs w:val="28"/>
              </w:rPr>
              <w:t xml:space="preserve"> администрации Юсьвинского муниципального округа Пермского края</w:t>
            </w:r>
          </w:p>
          <w:p w:rsidR="008B156B" w:rsidRPr="00610076" w:rsidRDefault="00217972" w:rsidP="00DD2CBC">
            <w:pPr>
              <w:pStyle w:val="affa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</w:t>
            </w:r>
            <w:r w:rsidRPr="00217972">
              <w:rPr>
                <w:szCs w:val="28"/>
              </w:rPr>
              <w:t>Н.Г. Никулин</w:t>
            </w:r>
          </w:p>
        </w:tc>
      </w:tr>
      <w:tr w:rsidR="008B156B" w:rsidRPr="00610076" w:rsidTr="00217972">
        <w:tc>
          <w:tcPr>
            <w:tcW w:w="4503" w:type="dxa"/>
          </w:tcPr>
          <w:p w:rsidR="008B156B" w:rsidRPr="00610076" w:rsidRDefault="008B156B" w:rsidP="008B156B">
            <w:pPr>
              <w:pStyle w:val="affa"/>
              <w:jc w:val="right"/>
              <w:rPr>
                <w:szCs w:val="28"/>
              </w:rPr>
            </w:pPr>
          </w:p>
        </w:tc>
        <w:tc>
          <w:tcPr>
            <w:tcW w:w="283" w:type="dxa"/>
          </w:tcPr>
          <w:p w:rsidR="008B156B" w:rsidRPr="00610076" w:rsidRDefault="008B156B" w:rsidP="00DD2CBC">
            <w:pPr>
              <w:pStyle w:val="affa"/>
              <w:jc w:val="both"/>
              <w:rPr>
                <w:szCs w:val="28"/>
              </w:rPr>
            </w:pPr>
          </w:p>
        </w:tc>
        <w:tc>
          <w:tcPr>
            <w:tcW w:w="4961" w:type="dxa"/>
          </w:tcPr>
          <w:p w:rsidR="008B156B" w:rsidRPr="00610076" w:rsidRDefault="008B156B" w:rsidP="00217972">
            <w:pPr>
              <w:pStyle w:val="affa"/>
              <w:jc w:val="right"/>
              <w:rPr>
                <w:szCs w:val="28"/>
              </w:rPr>
            </w:pPr>
            <w:r w:rsidRPr="00610076">
              <w:rPr>
                <w:szCs w:val="28"/>
              </w:rPr>
              <w:t xml:space="preserve">                                       </w:t>
            </w:r>
          </w:p>
        </w:tc>
      </w:tr>
    </w:tbl>
    <w:p w:rsidR="008B156B" w:rsidRPr="00610076" w:rsidRDefault="008B156B" w:rsidP="00DD2CBC">
      <w:pPr>
        <w:pStyle w:val="affa"/>
        <w:ind w:firstLine="709"/>
        <w:jc w:val="both"/>
        <w:rPr>
          <w:szCs w:val="28"/>
        </w:rPr>
      </w:pPr>
    </w:p>
    <w:p w:rsidR="00E91B4F" w:rsidRPr="00610076" w:rsidRDefault="00E91B4F" w:rsidP="00E91B4F">
      <w:pPr>
        <w:pStyle w:val="ConsPlusNonformat"/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E91B4F" w:rsidRPr="00610076" w:rsidSect="0061007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84" w:right="567" w:bottom="284" w:left="1701" w:header="170" w:footer="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5DD" w:rsidRDefault="004965DD">
      <w:r>
        <w:separator/>
      </w:r>
    </w:p>
  </w:endnote>
  <w:endnote w:type="continuationSeparator" w:id="0">
    <w:p w:rsidR="004965DD" w:rsidRDefault="00496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C71" w:rsidRDefault="00EB3C71">
    <w:pPr>
      <w:pStyle w:val="af3"/>
      <w:ind w:right="360"/>
      <w:rPr>
        <w:sz w:val="16"/>
      </w:rPr>
    </w:pPr>
    <w:r>
      <w:rPr>
        <w:rStyle w:val="af5"/>
        <w:sz w:val="16"/>
      </w:rPr>
      <w:t>9627-07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C71" w:rsidRDefault="00EB3C71">
    <w:pPr>
      <w:pStyle w:val="af3"/>
      <w:jc w:val="right"/>
    </w:pPr>
  </w:p>
  <w:p w:rsidR="00EB3C71" w:rsidRDefault="00EB3C71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C71" w:rsidRDefault="00EB3C71">
    <w:pPr>
      <w:pStyle w:val="af3"/>
      <w:jc w:val="right"/>
    </w:pPr>
  </w:p>
  <w:p w:rsidR="00EB3C71" w:rsidRDefault="00EB3C71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5DD" w:rsidRDefault="004965DD">
      <w:r>
        <w:separator/>
      </w:r>
    </w:p>
  </w:footnote>
  <w:footnote w:type="continuationSeparator" w:id="0">
    <w:p w:rsidR="004965DD" w:rsidRDefault="004965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C71" w:rsidRDefault="00EB3C71">
    <w:pPr>
      <w:pStyle w:val="a9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0</w:t>
    </w:r>
    <w:r>
      <w:rPr>
        <w:rStyle w:val="af5"/>
      </w:rPr>
      <w:fldChar w:fldCharType="end"/>
    </w:r>
  </w:p>
  <w:p w:rsidR="00EB3C71" w:rsidRDefault="00EB3C71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C71" w:rsidRDefault="00EB3C71">
    <w:pPr>
      <w:pStyle w:val="a9"/>
      <w:spacing w:after="28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C71" w:rsidRPr="00414C1E" w:rsidRDefault="00EB3C71" w:rsidP="00414C1E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CE25EF2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892B3F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478E8C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4964050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7EB068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0FC3216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029CB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592BD48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17476F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B90976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9850F5"/>
    <w:multiLevelType w:val="hybridMultilevel"/>
    <w:tmpl w:val="0D1C4380"/>
    <w:lvl w:ilvl="0" w:tplc="4C362FC6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1">
    <w:nsid w:val="03A04DC9"/>
    <w:multiLevelType w:val="hybridMultilevel"/>
    <w:tmpl w:val="212AC450"/>
    <w:lvl w:ilvl="0" w:tplc="E844214E">
      <w:start w:val="4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087E7621"/>
    <w:multiLevelType w:val="hybridMultilevel"/>
    <w:tmpl w:val="31ACF1FC"/>
    <w:lvl w:ilvl="0" w:tplc="2F0A179C">
      <w:start w:val="1"/>
      <w:numFmt w:val="decimal"/>
      <w:lvlText w:val="%1)"/>
      <w:lvlJc w:val="left"/>
      <w:pPr>
        <w:ind w:left="170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12B5809"/>
    <w:multiLevelType w:val="hybridMultilevel"/>
    <w:tmpl w:val="4566C202"/>
    <w:lvl w:ilvl="0" w:tplc="65468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16A4AAE"/>
    <w:multiLevelType w:val="hybridMultilevel"/>
    <w:tmpl w:val="15723466"/>
    <w:lvl w:ilvl="0" w:tplc="0F7A0F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15C55D5E"/>
    <w:multiLevelType w:val="hybridMultilevel"/>
    <w:tmpl w:val="489E57E8"/>
    <w:lvl w:ilvl="0" w:tplc="C1CC58A0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AC64FD0"/>
    <w:multiLevelType w:val="hybridMultilevel"/>
    <w:tmpl w:val="24006E48"/>
    <w:lvl w:ilvl="0" w:tplc="F2D210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7">
    <w:nsid w:val="1DDD6693"/>
    <w:multiLevelType w:val="hybridMultilevel"/>
    <w:tmpl w:val="94006FE6"/>
    <w:lvl w:ilvl="0" w:tplc="F2E4CC84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8">
    <w:nsid w:val="1E5F59F9"/>
    <w:multiLevelType w:val="hybridMultilevel"/>
    <w:tmpl w:val="981E1FD6"/>
    <w:lvl w:ilvl="0" w:tplc="F9A03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1FD147A9"/>
    <w:multiLevelType w:val="hybridMultilevel"/>
    <w:tmpl w:val="6EB0DEE2"/>
    <w:lvl w:ilvl="0" w:tplc="FFFFFFFF">
      <w:start w:val="9908"/>
      <w:numFmt w:val="bullet"/>
      <w:lvlText w:val="-"/>
      <w:lvlJc w:val="left"/>
      <w:pPr>
        <w:tabs>
          <w:tab w:val="num" w:pos="1377"/>
        </w:tabs>
        <w:ind w:left="1377" w:hanging="81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0">
    <w:nsid w:val="22EB55FF"/>
    <w:multiLevelType w:val="hybridMultilevel"/>
    <w:tmpl w:val="9C7E12EC"/>
    <w:lvl w:ilvl="0" w:tplc="D94CB4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3B2292D"/>
    <w:multiLevelType w:val="hybridMultilevel"/>
    <w:tmpl w:val="79644DCE"/>
    <w:lvl w:ilvl="0" w:tplc="07046E0E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AC420612" w:tentative="1">
      <w:start w:val="1"/>
      <w:numFmt w:val="lowerLetter"/>
      <w:lvlText w:val="%2."/>
      <w:lvlJc w:val="left"/>
      <w:pPr>
        <w:ind w:left="1789" w:hanging="360"/>
      </w:pPr>
    </w:lvl>
    <w:lvl w:ilvl="2" w:tplc="5CA0E0EE" w:tentative="1">
      <w:start w:val="1"/>
      <w:numFmt w:val="lowerRoman"/>
      <w:lvlText w:val="%3."/>
      <w:lvlJc w:val="right"/>
      <w:pPr>
        <w:ind w:left="2509" w:hanging="180"/>
      </w:pPr>
    </w:lvl>
    <w:lvl w:ilvl="3" w:tplc="9EA22A96" w:tentative="1">
      <w:start w:val="1"/>
      <w:numFmt w:val="decimal"/>
      <w:lvlText w:val="%4."/>
      <w:lvlJc w:val="left"/>
      <w:pPr>
        <w:ind w:left="3229" w:hanging="360"/>
      </w:pPr>
    </w:lvl>
    <w:lvl w:ilvl="4" w:tplc="0900C492" w:tentative="1">
      <w:start w:val="1"/>
      <w:numFmt w:val="lowerLetter"/>
      <w:lvlText w:val="%5."/>
      <w:lvlJc w:val="left"/>
      <w:pPr>
        <w:ind w:left="3949" w:hanging="360"/>
      </w:pPr>
    </w:lvl>
    <w:lvl w:ilvl="5" w:tplc="9286A144" w:tentative="1">
      <w:start w:val="1"/>
      <w:numFmt w:val="lowerRoman"/>
      <w:lvlText w:val="%6."/>
      <w:lvlJc w:val="right"/>
      <w:pPr>
        <w:ind w:left="4669" w:hanging="180"/>
      </w:pPr>
    </w:lvl>
    <w:lvl w:ilvl="6" w:tplc="4B38163A" w:tentative="1">
      <w:start w:val="1"/>
      <w:numFmt w:val="decimal"/>
      <w:lvlText w:val="%7."/>
      <w:lvlJc w:val="left"/>
      <w:pPr>
        <w:ind w:left="5389" w:hanging="360"/>
      </w:pPr>
    </w:lvl>
    <w:lvl w:ilvl="7" w:tplc="27F42112" w:tentative="1">
      <w:start w:val="1"/>
      <w:numFmt w:val="lowerLetter"/>
      <w:lvlText w:val="%8."/>
      <w:lvlJc w:val="left"/>
      <w:pPr>
        <w:ind w:left="6109" w:hanging="360"/>
      </w:pPr>
    </w:lvl>
    <w:lvl w:ilvl="8" w:tplc="3B302B9A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283B1B96"/>
    <w:multiLevelType w:val="hybridMultilevel"/>
    <w:tmpl w:val="64B85BF0"/>
    <w:lvl w:ilvl="0" w:tplc="D30858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9240BC9"/>
    <w:multiLevelType w:val="hybridMultilevel"/>
    <w:tmpl w:val="7BF00A6E"/>
    <w:lvl w:ilvl="0" w:tplc="EC4A55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2C7F2CFB"/>
    <w:multiLevelType w:val="hybridMultilevel"/>
    <w:tmpl w:val="920C70C8"/>
    <w:lvl w:ilvl="0" w:tplc="04D813A8">
      <w:start w:val="1"/>
      <w:numFmt w:val="decimal"/>
      <w:lvlText w:val="%1)"/>
      <w:lvlJc w:val="left"/>
      <w:pPr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33A32038"/>
    <w:multiLevelType w:val="hybridMultilevel"/>
    <w:tmpl w:val="0E1E1B6A"/>
    <w:lvl w:ilvl="0" w:tplc="29983ACC">
      <w:start w:val="1"/>
      <w:numFmt w:val="upperRoman"/>
      <w:pStyle w:val="a1"/>
      <w:lvlText w:val="Раздел %1."/>
      <w:lvlJc w:val="left"/>
      <w:pPr>
        <w:tabs>
          <w:tab w:val="num" w:pos="709"/>
        </w:tabs>
        <w:ind w:left="0" w:firstLine="0"/>
      </w:pPr>
      <w:rPr>
        <w:rFonts w:ascii="Times New Roman" w:hAnsi="Times New Roman" w:hint="default"/>
        <w:b/>
        <w:i w:val="0"/>
        <w:cap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3AC11BE"/>
    <w:multiLevelType w:val="hybridMultilevel"/>
    <w:tmpl w:val="5A1EB550"/>
    <w:lvl w:ilvl="0" w:tplc="D0B8B20E">
      <w:start w:val="1"/>
      <w:numFmt w:val="decimal"/>
      <w:suff w:val="space"/>
      <w:lvlText w:val="%1."/>
      <w:lvlJc w:val="left"/>
      <w:pPr>
        <w:ind w:left="1211" w:hanging="360"/>
      </w:pPr>
      <w:rPr>
        <w:rFonts w:cs="Times New Roman" w:hint="default"/>
        <w:b w:val="0"/>
      </w:rPr>
    </w:lvl>
    <w:lvl w:ilvl="1" w:tplc="66D2E80A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49941A6A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B3BA63AC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51BC1466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D446912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4ADE8AE2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9BD4895C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01A9474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34C65EE7"/>
    <w:multiLevelType w:val="multilevel"/>
    <w:tmpl w:val="7884E8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88" w:hanging="2160"/>
      </w:pPr>
      <w:rPr>
        <w:rFonts w:hint="default"/>
      </w:rPr>
    </w:lvl>
  </w:abstractNum>
  <w:abstractNum w:abstractNumId="28">
    <w:nsid w:val="35B3539D"/>
    <w:multiLevelType w:val="hybridMultilevel"/>
    <w:tmpl w:val="30EE94FC"/>
    <w:lvl w:ilvl="0" w:tplc="7AE642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3CC770C4"/>
    <w:multiLevelType w:val="hybridMultilevel"/>
    <w:tmpl w:val="C2802CDC"/>
    <w:lvl w:ilvl="0" w:tplc="995CE820">
      <w:start w:val="1"/>
      <w:numFmt w:val="upperRoman"/>
      <w:pStyle w:val="a2"/>
      <w:lvlText w:val="Подраздел %1."/>
      <w:lvlJc w:val="left"/>
      <w:pPr>
        <w:tabs>
          <w:tab w:val="num" w:pos="709"/>
        </w:tabs>
        <w:ind w:left="0" w:firstLine="0"/>
      </w:pPr>
      <w:rPr>
        <w:rFonts w:hint="default"/>
        <w:b/>
        <w:i w:val="0"/>
        <w:cap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5435533"/>
    <w:multiLevelType w:val="hybridMultilevel"/>
    <w:tmpl w:val="40324FD8"/>
    <w:lvl w:ilvl="0" w:tplc="A27872A8">
      <w:start w:val="1"/>
      <w:numFmt w:val="decimal"/>
      <w:suff w:val="space"/>
      <w:lvlText w:val="%1."/>
      <w:lvlJc w:val="left"/>
      <w:pPr>
        <w:ind w:left="851" w:hanging="142"/>
      </w:pPr>
      <w:rPr>
        <w:rFonts w:cs="Times New Roman" w:hint="default"/>
      </w:rPr>
    </w:lvl>
    <w:lvl w:ilvl="1" w:tplc="31A4B058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AAE49106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334618C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B5389FA2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B86E0506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322C14B0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1C2C75A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7BD4DDE4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4A950569"/>
    <w:multiLevelType w:val="hybridMultilevel"/>
    <w:tmpl w:val="9924A5A2"/>
    <w:lvl w:ilvl="0" w:tplc="5C687BC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D19048F"/>
    <w:multiLevelType w:val="multilevel"/>
    <w:tmpl w:val="0276B9A6"/>
    <w:lvl w:ilvl="0">
      <w:start w:val="1"/>
      <w:numFmt w:val="decimal"/>
      <w:suff w:val="nothing"/>
      <w:lvlText w:val="%1."/>
      <w:lvlJc w:val="left"/>
      <w:pPr>
        <w:ind w:left="1353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651" w:hanging="180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</w:lvl>
  </w:abstractNum>
  <w:abstractNum w:abstractNumId="33">
    <w:nsid w:val="4EF96088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4">
    <w:nsid w:val="58127209"/>
    <w:multiLevelType w:val="hybridMultilevel"/>
    <w:tmpl w:val="39303E38"/>
    <w:lvl w:ilvl="0" w:tplc="82EC07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59513718"/>
    <w:multiLevelType w:val="hybridMultilevel"/>
    <w:tmpl w:val="C6C89202"/>
    <w:lvl w:ilvl="0" w:tplc="FC166B1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96764B"/>
    <w:multiLevelType w:val="hybridMultilevel"/>
    <w:tmpl w:val="E0640C9C"/>
    <w:lvl w:ilvl="0" w:tplc="C12A00FA">
      <w:start w:val="1"/>
      <w:numFmt w:val="upperRoman"/>
      <w:pStyle w:val="a3"/>
      <w:lvlText w:val="Глава %1."/>
      <w:lvlJc w:val="center"/>
      <w:pPr>
        <w:tabs>
          <w:tab w:val="num" w:pos="709"/>
        </w:tabs>
        <w:ind w:left="0" w:firstLine="0"/>
      </w:pPr>
      <w:rPr>
        <w:rFonts w:ascii="Times New Roman" w:hAnsi="Times New Roman" w:hint="default"/>
        <w:b/>
        <w:i w:val="0"/>
        <w:cap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3B2660E"/>
    <w:multiLevelType w:val="hybridMultilevel"/>
    <w:tmpl w:val="6876F51C"/>
    <w:lvl w:ilvl="0" w:tplc="BE7AFE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68BB0929"/>
    <w:multiLevelType w:val="hybridMultilevel"/>
    <w:tmpl w:val="BEFA37E8"/>
    <w:lvl w:ilvl="0" w:tplc="276EEDB6">
      <w:start w:val="1"/>
      <w:numFmt w:val="decimal"/>
      <w:lvlText w:val="%1)"/>
      <w:lvlJc w:val="left"/>
      <w:pPr>
        <w:tabs>
          <w:tab w:val="num" w:pos="1675"/>
        </w:tabs>
        <w:ind w:left="16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9">
    <w:nsid w:val="7D45059D"/>
    <w:multiLevelType w:val="hybridMultilevel"/>
    <w:tmpl w:val="273C72A6"/>
    <w:lvl w:ilvl="0" w:tplc="3D36C922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CB783E70">
      <w:start w:val="1"/>
      <w:numFmt w:val="decimal"/>
      <w:lvlText w:val="%2)"/>
      <w:lvlJc w:val="left"/>
      <w:pPr>
        <w:ind w:left="2756" w:hanging="1185"/>
      </w:pPr>
      <w:rPr>
        <w:rFonts w:hint="default"/>
      </w:rPr>
    </w:lvl>
    <w:lvl w:ilvl="2" w:tplc="C7D49A86" w:tentative="1">
      <w:start w:val="1"/>
      <w:numFmt w:val="lowerRoman"/>
      <w:lvlText w:val="%3."/>
      <w:lvlJc w:val="right"/>
      <w:pPr>
        <w:ind w:left="2651" w:hanging="180"/>
      </w:pPr>
    </w:lvl>
    <w:lvl w:ilvl="3" w:tplc="ABE06018" w:tentative="1">
      <w:start w:val="1"/>
      <w:numFmt w:val="decimal"/>
      <w:lvlText w:val="%4."/>
      <w:lvlJc w:val="left"/>
      <w:pPr>
        <w:ind w:left="3371" w:hanging="360"/>
      </w:pPr>
    </w:lvl>
    <w:lvl w:ilvl="4" w:tplc="D326E366" w:tentative="1">
      <w:start w:val="1"/>
      <w:numFmt w:val="lowerLetter"/>
      <w:lvlText w:val="%5."/>
      <w:lvlJc w:val="left"/>
      <w:pPr>
        <w:ind w:left="4091" w:hanging="360"/>
      </w:pPr>
    </w:lvl>
    <w:lvl w:ilvl="5" w:tplc="82D6EFD4" w:tentative="1">
      <w:start w:val="1"/>
      <w:numFmt w:val="lowerRoman"/>
      <w:lvlText w:val="%6."/>
      <w:lvlJc w:val="right"/>
      <w:pPr>
        <w:ind w:left="4811" w:hanging="180"/>
      </w:pPr>
    </w:lvl>
    <w:lvl w:ilvl="6" w:tplc="5F34D38A" w:tentative="1">
      <w:start w:val="1"/>
      <w:numFmt w:val="decimal"/>
      <w:lvlText w:val="%7."/>
      <w:lvlJc w:val="left"/>
      <w:pPr>
        <w:ind w:left="5531" w:hanging="360"/>
      </w:pPr>
    </w:lvl>
    <w:lvl w:ilvl="7" w:tplc="EA4E530E" w:tentative="1">
      <w:start w:val="1"/>
      <w:numFmt w:val="lowerLetter"/>
      <w:lvlText w:val="%8."/>
      <w:lvlJc w:val="left"/>
      <w:pPr>
        <w:ind w:left="6251" w:hanging="360"/>
      </w:pPr>
    </w:lvl>
    <w:lvl w:ilvl="8" w:tplc="D26C2C64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E6541B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1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1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1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25"/>
  </w:num>
  <w:num w:numId="2">
    <w:abstractNumId w:val="36"/>
  </w:num>
  <w:num w:numId="3">
    <w:abstractNumId w:val="3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9"/>
  </w:num>
  <w:num w:numId="15">
    <w:abstractNumId w:val="40"/>
  </w:num>
  <w:num w:numId="16">
    <w:abstractNumId w:val="19"/>
  </w:num>
  <w:num w:numId="17">
    <w:abstractNumId w:val="38"/>
  </w:num>
  <w:num w:numId="18">
    <w:abstractNumId w:val="23"/>
  </w:num>
  <w:num w:numId="19">
    <w:abstractNumId w:val="37"/>
  </w:num>
  <w:num w:numId="20">
    <w:abstractNumId w:val="15"/>
  </w:num>
  <w:num w:numId="21">
    <w:abstractNumId w:val="18"/>
  </w:num>
  <w:num w:numId="22">
    <w:abstractNumId w:val="24"/>
  </w:num>
  <w:num w:numId="23">
    <w:abstractNumId w:val="10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11"/>
  </w:num>
  <w:num w:numId="28">
    <w:abstractNumId w:val="35"/>
  </w:num>
  <w:num w:numId="29">
    <w:abstractNumId w:val="30"/>
  </w:num>
  <w:num w:numId="30">
    <w:abstractNumId w:val="26"/>
  </w:num>
  <w:num w:numId="31">
    <w:abstractNumId w:val="39"/>
  </w:num>
  <w:num w:numId="32">
    <w:abstractNumId w:val="13"/>
  </w:num>
  <w:num w:numId="33">
    <w:abstractNumId w:val="21"/>
  </w:num>
  <w:num w:numId="34">
    <w:abstractNumId w:val="28"/>
  </w:num>
  <w:num w:numId="35">
    <w:abstractNumId w:val="22"/>
  </w:num>
  <w:num w:numId="36">
    <w:abstractNumId w:val="20"/>
  </w:num>
  <w:num w:numId="37">
    <w:abstractNumId w:val="17"/>
  </w:num>
  <w:num w:numId="38">
    <w:abstractNumId w:val="32"/>
  </w:num>
  <w:num w:numId="39">
    <w:abstractNumId w:val="12"/>
  </w:num>
  <w:num w:numId="40">
    <w:abstractNumId w:val="34"/>
  </w:num>
  <w:num w:numId="41">
    <w:abstractNumId w:val="27"/>
  </w:num>
  <w:num w:numId="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1"/>
  </w:num>
  <w:num w:numId="44">
    <w:abstractNumId w:val="14"/>
  </w:num>
  <w:num w:numId="4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E95"/>
    <w:rsid w:val="0000146F"/>
    <w:rsid w:val="00001589"/>
    <w:rsid w:val="00006C14"/>
    <w:rsid w:val="00007454"/>
    <w:rsid w:val="00011C22"/>
    <w:rsid w:val="000134C2"/>
    <w:rsid w:val="0001577F"/>
    <w:rsid w:val="00017AA5"/>
    <w:rsid w:val="0002050F"/>
    <w:rsid w:val="0002140B"/>
    <w:rsid w:val="0002250B"/>
    <w:rsid w:val="00023A75"/>
    <w:rsid w:val="00023F58"/>
    <w:rsid w:val="000278DD"/>
    <w:rsid w:val="00031F4C"/>
    <w:rsid w:val="00032A7C"/>
    <w:rsid w:val="00035293"/>
    <w:rsid w:val="00035BE4"/>
    <w:rsid w:val="00036646"/>
    <w:rsid w:val="00036D92"/>
    <w:rsid w:val="00042F95"/>
    <w:rsid w:val="00047624"/>
    <w:rsid w:val="00052BD4"/>
    <w:rsid w:val="0005559F"/>
    <w:rsid w:val="00062EE6"/>
    <w:rsid w:val="00063157"/>
    <w:rsid w:val="000631CA"/>
    <w:rsid w:val="00064252"/>
    <w:rsid w:val="00066078"/>
    <w:rsid w:val="0006669C"/>
    <w:rsid w:val="0006693A"/>
    <w:rsid w:val="00070C5F"/>
    <w:rsid w:val="000723CB"/>
    <w:rsid w:val="00074936"/>
    <w:rsid w:val="0007770B"/>
    <w:rsid w:val="000817C3"/>
    <w:rsid w:val="00091C75"/>
    <w:rsid w:val="00091D74"/>
    <w:rsid w:val="00094F18"/>
    <w:rsid w:val="00095079"/>
    <w:rsid w:val="0009614C"/>
    <w:rsid w:val="00096CE1"/>
    <w:rsid w:val="00097CC4"/>
    <w:rsid w:val="000A0858"/>
    <w:rsid w:val="000A2958"/>
    <w:rsid w:val="000A2A53"/>
    <w:rsid w:val="000A656B"/>
    <w:rsid w:val="000A7BBD"/>
    <w:rsid w:val="000A7D5E"/>
    <w:rsid w:val="000B1025"/>
    <w:rsid w:val="000B1482"/>
    <w:rsid w:val="000B2D49"/>
    <w:rsid w:val="000B2DC4"/>
    <w:rsid w:val="000B43ED"/>
    <w:rsid w:val="000C04DD"/>
    <w:rsid w:val="000C3E04"/>
    <w:rsid w:val="000C3E8A"/>
    <w:rsid w:val="000C404D"/>
    <w:rsid w:val="000C74CB"/>
    <w:rsid w:val="000D01F9"/>
    <w:rsid w:val="000D38A5"/>
    <w:rsid w:val="000D5920"/>
    <w:rsid w:val="000D5E19"/>
    <w:rsid w:val="000D636A"/>
    <w:rsid w:val="000E084A"/>
    <w:rsid w:val="000E0D88"/>
    <w:rsid w:val="000E1AEF"/>
    <w:rsid w:val="000E26C5"/>
    <w:rsid w:val="000E560B"/>
    <w:rsid w:val="000E5A53"/>
    <w:rsid w:val="000E5B95"/>
    <w:rsid w:val="000E65DD"/>
    <w:rsid w:val="000E69FE"/>
    <w:rsid w:val="000E77DD"/>
    <w:rsid w:val="000F1F07"/>
    <w:rsid w:val="000F2FAA"/>
    <w:rsid w:val="000F4445"/>
    <w:rsid w:val="000F665A"/>
    <w:rsid w:val="000F6C10"/>
    <w:rsid w:val="000F7195"/>
    <w:rsid w:val="000F772F"/>
    <w:rsid w:val="0010249B"/>
    <w:rsid w:val="00102918"/>
    <w:rsid w:val="00102B00"/>
    <w:rsid w:val="00103C53"/>
    <w:rsid w:val="00104784"/>
    <w:rsid w:val="00106753"/>
    <w:rsid w:val="00110EB3"/>
    <w:rsid w:val="00120D2C"/>
    <w:rsid w:val="001214C5"/>
    <w:rsid w:val="00121627"/>
    <w:rsid w:val="00127E9A"/>
    <w:rsid w:val="001302CA"/>
    <w:rsid w:val="00130559"/>
    <w:rsid w:val="00131CC2"/>
    <w:rsid w:val="001322BD"/>
    <w:rsid w:val="001346B9"/>
    <w:rsid w:val="00135EC4"/>
    <w:rsid w:val="001367EF"/>
    <w:rsid w:val="0013735C"/>
    <w:rsid w:val="00141920"/>
    <w:rsid w:val="00141E95"/>
    <w:rsid w:val="00143190"/>
    <w:rsid w:val="0014351B"/>
    <w:rsid w:val="00144ED3"/>
    <w:rsid w:val="001456C9"/>
    <w:rsid w:val="00150DB9"/>
    <w:rsid w:val="0015136A"/>
    <w:rsid w:val="001513D2"/>
    <w:rsid w:val="00152070"/>
    <w:rsid w:val="00153321"/>
    <w:rsid w:val="00156083"/>
    <w:rsid w:val="00156A26"/>
    <w:rsid w:val="001575F8"/>
    <w:rsid w:val="00161538"/>
    <w:rsid w:val="001633E0"/>
    <w:rsid w:val="00165D00"/>
    <w:rsid w:val="00166ADD"/>
    <w:rsid w:val="00174020"/>
    <w:rsid w:val="00177184"/>
    <w:rsid w:val="00177228"/>
    <w:rsid w:val="00177869"/>
    <w:rsid w:val="00180A82"/>
    <w:rsid w:val="00181C26"/>
    <w:rsid w:val="00182099"/>
    <w:rsid w:val="001861B8"/>
    <w:rsid w:val="00186A0E"/>
    <w:rsid w:val="00187CCA"/>
    <w:rsid w:val="00190332"/>
    <w:rsid w:val="0019092A"/>
    <w:rsid w:val="00190B35"/>
    <w:rsid w:val="00190C1B"/>
    <w:rsid w:val="00191D06"/>
    <w:rsid w:val="0019638E"/>
    <w:rsid w:val="001A046F"/>
    <w:rsid w:val="001A2731"/>
    <w:rsid w:val="001A36D4"/>
    <w:rsid w:val="001A4A90"/>
    <w:rsid w:val="001A72AE"/>
    <w:rsid w:val="001B183C"/>
    <w:rsid w:val="001B2AAE"/>
    <w:rsid w:val="001B31A6"/>
    <w:rsid w:val="001B5EFA"/>
    <w:rsid w:val="001B7FB6"/>
    <w:rsid w:val="001C2FE3"/>
    <w:rsid w:val="001C3A3B"/>
    <w:rsid w:val="001C4CC4"/>
    <w:rsid w:val="001D0C7D"/>
    <w:rsid w:val="001D1847"/>
    <w:rsid w:val="001D2882"/>
    <w:rsid w:val="001D2F8D"/>
    <w:rsid w:val="001D4A09"/>
    <w:rsid w:val="001D5346"/>
    <w:rsid w:val="001D5F8C"/>
    <w:rsid w:val="001D775C"/>
    <w:rsid w:val="001E21A5"/>
    <w:rsid w:val="001E3AC1"/>
    <w:rsid w:val="001E42E4"/>
    <w:rsid w:val="001F307B"/>
    <w:rsid w:val="001F430F"/>
    <w:rsid w:val="001F4966"/>
    <w:rsid w:val="001F637E"/>
    <w:rsid w:val="001F7E45"/>
    <w:rsid w:val="00200402"/>
    <w:rsid w:val="002005F7"/>
    <w:rsid w:val="00207229"/>
    <w:rsid w:val="0020747C"/>
    <w:rsid w:val="00207C18"/>
    <w:rsid w:val="00207F9A"/>
    <w:rsid w:val="00210B7D"/>
    <w:rsid w:val="00210DDD"/>
    <w:rsid w:val="0021112A"/>
    <w:rsid w:val="00212272"/>
    <w:rsid w:val="00213049"/>
    <w:rsid w:val="002131C8"/>
    <w:rsid w:val="00214844"/>
    <w:rsid w:val="00215CCC"/>
    <w:rsid w:val="0021674D"/>
    <w:rsid w:val="00217972"/>
    <w:rsid w:val="00223BDC"/>
    <w:rsid w:val="00223EF6"/>
    <w:rsid w:val="002266DA"/>
    <w:rsid w:val="002276EC"/>
    <w:rsid w:val="00227C0A"/>
    <w:rsid w:val="00230A1B"/>
    <w:rsid w:val="00233C7A"/>
    <w:rsid w:val="002349B3"/>
    <w:rsid w:val="002378D6"/>
    <w:rsid w:val="002401A1"/>
    <w:rsid w:val="00240F1F"/>
    <w:rsid w:val="0024427F"/>
    <w:rsid w:val="0024475A"/>
    <w:rsid w:val="00246633"/>
    <w:rsid w:val="002476B9"/>
    <w:rsid w:val="00247E90"/>
    <w:rsid w:val="00251FF5"/>
    <w:rsid w:val="00253550"/>
    <w:rsid w:val="00255BCF"/>
    <w:rsid w:val="00256DB8"/>
    <w:rsid w:val="0026087C"/>
    <w:rsid w:val="0026110D"/>
    <w:rsid w:val="00264603"/>
    <w:rsid w:val="00265430"/>
    <w:rsid w:val="00265C56"/>
    <w:rsid w:val="0027005D"/>
    <w:rsid w:val="002702CA"/>
    <w:rsid w:val="00273B2B"/>
    <w:rsid w:val="002763D6"/>
    <w:rsid w:val="00282039"/>
    <w:rsid w:val="00287AB7"/>
    <w:rsid w:val="002902C1"/>
    <w:rsid w:val="0029111F"/>
    <w:rsid w:val="00291DA6"/>
    <w:rsid w:val="0029274A"/>
    <w:rsid w:val="00292C58"/>
    <w:rsid w:val="00292FE2"/>
    <w:rsid w:val="00293302"/>
    <w:rsid w:val="002956B2"/>
    <w:rsid w:val="00295A7C"/>
    <w:rsid w:val="00296E9E"/>
    <w:rsid w:val="002A0630"/>
    <w:rsid w:val="002A4248"/>
    <w:rsid w:val="002A4B8A"/>
    <w:rsid w:val="002A4E7D"/>
    <w:rsid w:val="002A5CE0"/>
    <w:rsid w:val="002A69AF"/>
    <w:rsid w:val="002B07DE"/>
    <w:rsid w:val="002B1AE3"/>
    <w:rsid w:val="002B2AA1"/>
    <w:rsid w:val="002B70DB"/>
    <w:rsid w:val="002C13FC"/>
    <w:rsid w:val="002C249A"/>
    <w:rsid w:val="002C3A01"/>
    <w:rsid w:val="002C3BDD"/>
    <w:rsid w:val="002C5C96"/>
    <w:rsid w:val="002C664D"/>
    <w:rsid w:val="002C7F79"/>
    <w:rsid w:val="002D28A9"/>
    <w:rsid w:val="002D31FE"/>
    <w:rsid w:val="002D3795"/>
    <w:rsid w:val="002D5051"/>
    <w:rsid w:val="002D6D07"/>
    <w:rsid w:val="002E2213"/>
    <w:rsid w:val="002E3190"/>
    <w:rsid w:val="002E5E87"/>
    <w:rsid w:val="002E61D5"/>
    <w:rsid w:val="00300476"/>
    <w:rsid w:val="00300D2F"/>
    <w:rsid w:val="0030418D"/>
    <w:rsid w:val="0030446D"/>
    <w:rsid w:val="003130D5"/>
    <w:rsid w:val="00314234"/>
    <w:rsid w:val="00316BD2"/>
    <w:rsid w:val="00317AD1"/>
    <w:rsid w:val="003202DA"/>
    <w:rsid w:val="0032205F"/>
    <w:rsid w:val="0032522B"/>
    <w:rsid w:val="00325ADA"/>
    <w:rsid w:val="0032601A"/>
    <w:rsid w:val="00326025"/>
    <w:rsid w:val="00326D9C"/>
    <w:rsid w:val="0032744F"/>
    <w:rsid w:val="00327674"/>
    <w:rsid w:val="00330121"/>
    <w:rsid w:val="003301E9"/>
    <w:rsid w:val="00332D36"/>
    <w:rsid w:val="00333091"/>
    <w:rsid w:val="003405D9"/>
    <w:rsid w:val="00340A8D"/>
    <w:rsid w:val="00341BC4"/>
    <w:rsid w:val="00351DA7"/>
    <w:rsid w:val="00353C92"/>
    <w:rsid w:val="0035474A"/>
    <w:rsid w:val="003579E9"/>
    <w:rsid w:val="003613FD"/>
    <w:rsid w:val="0036494E"/>
    <w:rsid w:val="00364B07"/>
    <w:rsid w:val="003658CA"/>
    <w:rsid w:val="003663AB"/>
    <w:rsid w:val="00366D28"/>
    <w:rsid w:val="003676C7"/>
    <w:rsid w:val="003727F9"/>
    <w:rsid w:val="00372806"/>
    <w:rsid w:val="00376A72"/>
    <w:rsid w:val="00392295"/>
    <w:rsid w:val="003947B4"/>
    <w:rsid w:val="00396B50"/>
    <w:rsid w:val="0039749C"/>
    <w:rsid w:val="003A130E"/>
    <w:rsid w:val="003A1FE5"/>
    <w:rsid w:val="003A33F7"/>
    <w:rsid w:val="003A3C3F"/>
    <w:rsid w:val="003A43D3"/>
    <w:rsid w:val="003A5383"/>
    <w:rsid w:val="003A652E"/>
    <w:rsid w:val="003A6863"/>
    <w:rsid w:val="003B0F76"/>
    <w:rsid w:val="003B1BB3"/>
    <w:rsid w:val="003B2941"/>
    <w:rsid w:val="003B48E8"/>
    <w:rsid w:val="003B4DAC"/>
    <w:rsid w:val="003B7F4A"/>
    <w:rsid w:val="003C1320"/>
    <w:rsid w:val="003C13F1"/>
    <w:rsid w:val="003C15E5"/>
    <w:rsid w:val="003C25CF"/>
    <w:rsid w:val="003C5BF4"/>
    <w:rsid w:val="003C6CAB"/>
    <w:rsid w:val="003D060A"/>
    <w:rsid w:val="003D5490"/>
    <w:rsid w:val="003D59F8"/>
    <w:rsid w:val="003D6047"/>
    <w:rsid w:val="003E0177"/>
    <w:rsid w:val="003E10FF"/>
    <w:rsid w:val="003E1763"/>
    <w:rsid w:val="003E3C93"/>
    <w:rsid w:val="003E4827"/>
    <w:rsid w:val="003E77B1"/>
    <w:rsid w:val="003F05CC"/>
    <w:rsid w:val="003F31F9"/>
    <w:rsid w:val="003F6341"/>
    <w:rsid w:val="004057E7"/>
    <w:rsid w:val="00407084"/>
    <w:rsid w:val="00407B98"/>
    <w:rsid w:val="00410B57"/>
    <w:rsid w:val="00412266"/>
    <w:rsid w:val="00412A70"/>
    <w:rsid w:val="00412F4A"/>
    <w:rsid w:val="00414C1E"/>
    <w:rsid w:val="00414EAA"/>
    <w:rsid w:val="004164FD"/>
    <w:rsid w:val="004169DD"/>
    <w:rsid w:val="004172E2"/>
    <w:rsid w:val="00422610"/>
    <w:rsid w:val="0042313B"/>
    <w:rsid w:val="00423E18"/>
    <w:rsid w:val="004249CD"/>
    <w:rsid w:val="00425A52"/>
    <w:rsid w:val="00426928"/>
    <w:rsid w:val="004279A6"/>
    <w:rsid w:val="004318E5"/>
    <w:rsid w:val="004322EB"/>
    <w:rsid w:val="00434542"/>
    <w:rsid w:val="004361B3"/>
    <w:rsid w:val="00437DE2"/>
    <w:rsid w:val="00443A9A"/>
    <w:rsid w:val="00443B9C"/>
    <w:rsid w:val="004445B6"/>
    <w:rsid w:val="00447B98"/>
    <w:rsid w:val="004511BE"/>
    <w:rsid w:val="004516AE"/>
    <w:rsid w:val="0045277F"/>
    <w:rsid w:val="0045446F"/>
    <w:rsid w:val="00454BAE"/>
    <w:rsid w:val="004564DC"/>
    <w:rsid w:val="00460FF0"/>
    <w:rsid w:val="0046256E"/>
    <w:rsid w:val="0046263F"/>
    <w:rsid w:val="00465601"/>
    <w:rsid w:val="004700A3"/>
    <w:rsid w:val="0047040D"/>
    <w:rsid w:val="00471F2C"/>
    <w:rsid w:val="00474DC0"/>
    <w:rsid w:val="004818AE"/>
    <w:rsid w:val="004921CC"/>
    <w:rsid w:val="00492D41"/>
    <w:rsid w:val="00493C0F"/>
    <w:rsid w:val="004965AA"/>
    <w:rsid w:val="004965DD"/>
    <w:rsid w:val="004973DA"/>
    <w:rsid w:val="00497904"/>
    <w:rsid w:val="00497BD6"/>
    <w:rsid w:val="004A0165"/>
    <w:rsid w:val="004A286C"/>
    <w:rsid w:val="004A3F84"/>
    <w:rsid w:val="004A450F"/>
    <w:rsid w:val="004A6434"/>
    <w:rsid w:val="004A6D48"/>
    <w:rsid w:val="004A73FC"/>
    <w:rsid w:val="004B09C7"/>
    <w:rsid w:val="004B14C1"/>
    <w:rsid w:val="004B1F46"/>
    <w:rsid w:val="004B68A8"/>
    <w:rsid w:val="004C03B2"/>
    <w:rsid w:val="004C26CF"/>
    <w:rsid w:val="004C29E1"/>
    <w:rsid w:val="004C58CC"/>
    <w:rsid w:val="004D212A"/>
    <w:rsid w:val="004D2CA1"/>
    <w:rsid w:val="004D31A3"/>
    <w:rsid w:val="004D614B"/>
    <w:rsid w:val="004D6E9A"/>
    <w:rsid w:val="004D7559"/>
    <w:rsid w:val="004D7697"/>
    <w:rsid w:val="004D7DA9"/>
    <w:rsid w:val="004E075B"/>
    <w:rsid w:val="004E0C1A"/>
    <w:rsid w:val="004E1A80"/>
    <w:rsid w:val="004E1F6E"/>
    <w:rsid w:val="004E2DF5"/>
    <w:rsid w:val="004E3609"/>
    <w:rsid w:val="004E4939"/>
    <w:rsid w:val="004E4A04"/>
    <w:rsid w:val="004E7B97"/>
    <w:rsid w:val="004F2006"/>
    <w:rsid w:val="004F3244"/>
    <w:rsid w:val="004F3E94"/>
    <w:rsid w:val="004F5A35"/>
    <w:rsid w:val="00503FA7"/>
    <w:rsid w:val="0050419E"/>
    <w:rsid w:val="00504BD7"/>
    <w:rsid w:val="00505699"/>
    <w:rsid w:val="00506B05"/>
    <w:rsid w:val="00511575"/>
    <w:rsid w:val="00512C84"/>
    <w:rsid w:val="00513619"/>
    <w:rsid w:val="00516D10"/>
    <w:rsid w:val="0052149B"/>
    <w:rsid w:val="00521C6F"/>
    <w:rsid w:val="00521DBF"/>
    <w:rsid w:val="00522203"/>
    <w:rsid w:val="00522D80"/>
    <w:rsid w:val="00523D3C"/>
    <w:rsid w:val="00524587"/>
    <w:rsid w:val="00525A45"/>
    <w:rsid w:val="00527111"/>
    <w:rsid w:val="00527744"/>
    <w:rsid w:val="00532704"/>
    <w:rsid w:val="005338B9"/>
    <w:rsid w:val="005340DE"/>
    <w:rsid w:val="005357BF"/>
    <w:rsid w:val="00536D79"/>
    <w:rsid w:val="0054325A"/>
    <w:rsid w:val="00543D12"/>
    <w:rsid w:val="005449ED"/>
    <w:rsid w:val="00550DC9"/>
    <w:rsid w:val="00552EED"/>
    <w:rsid w:val="00556074"/>
    <w:rsid w:val="00557327"/>
    <w:rsid w:val="00560092"/>
    <w:rsid w:val="00560DEA"/>
    <w:rsid w:val="00566E66"/>
    <w:rsid w:val="00571304"/>
    <w:rsid w:val="005722D9"/>
    <w:rsid w:val="00573922"/>
    <w:rsid w:val="00573C53"/>
    <w:rsid w:val="005763F1"/>
    <w:rsid w:val="00576D0F"/>
    <w:rsid w:val="00585079"/>
    <w:rsid w:val="00585B80"/>
    <w:rsid w:val="005864E7"/>
    <w:rsid w:val="00587486"/>
    <w:rsid w:val="00590692"/>
    <w:rsid w:val="00590998"/>
    <w:rsid w:val="00593185"/>
    <w:rsid w:val="00593AE7"/>
    <w:rsid w:val="005954B2"/>
    <w:rsid w:val="0059601B"/>
    <w:rsid w:val="00597AF6"/>
    <w:rsid w:val="005A052E"/>
    <w:rsid w:val="005A13D3"/>
    <w:rsid w:val="005A3DF1"/>
    <w:rsid w:val="005A54A9"/>
    <w:rsid w:val="005A7C4A"/>
    <w:rsid w:val="005B093A"/>
    <w:rsid w:val="005B30CE"/>
    <w:rsid w:val="005B3DC1"/>
    <w:rsid w:val="005B556A"/>
    <w:rsid w:val="005B55DE"/>
    <w:rsid w:val="005B70E2"/>
    <w:rsid w:val="005B73BE"/>
    <w:rsid w:val="005C0C7A"/>
    <w:rsid w:val="005C2D10"/>
    <w:rsid w:val="005C3B82"/>
    <w:rsid w:val="005C4C3C"/>
    <w:rsid w:val="005C6ED7"/>
    <w:rsid w:val="005E0096"/>
    <w:rsid w:val="005E082F"/>
    <w:rsid w:val="005E1F28"/>
    <w:rsid w:val="005E2F10"/>
    <w:rsid w:val="005E3CB4"/>
    <w:rsid w:val="005E4164"/>
    <w:rsid w:val="005E660F"/>
    <w:rsid w:val="005E6C2A"/>
    <w:rsid w:val="005F09D2"/>
    <w:rsid w:val="005F0B29"/>
    <w:rsid w:val="005F12BE"/>
    <w:rsid w:val="005F1E65"/>
    <w:rsid w:val="005F1F6B"/>
    <w:rsid w:val="00602D2D"/>
    <w:rsid w:val="00603287"/>
    <w:rsid w:val="00610076"/>
    <w:rsid w:val="00610690"/>
    <w:rsid w:val="0061138A"/>
    <w:rsid w:val="0061219C"/>
    <w:rsid w:val="00613274"/>
    <w:rsid w:val="006141D9"/>
    <w:rsid w:val="00616CCD"/>
    <w:rsid w:val="00621859"/>
    <w:rsid w:val="00624C36"/>
    <w:rsid w:val="006252C1"/>
    <w:rsid w:val="006343B5"/>
    <w:rsid w:val="0064022D"/>
    <w:rsid w:val="006413B5"/>
    <w:rsid w:val="00642956"/>
    <w:rsid w:val="00644E82"/>
    <w:rsid w:val="00645204"/>
    <w:rsid w:val="00645231"/>
    <w:rsid w:val="00645AB7"/>
    <w:rsid w:val="00650328"/>
    <w:rsid w:val="00650C77"/>
    <w:rsid w:val="006541FF"/>
    <w:rsid w:val="00660A84"/>
    <w:rsid w:val="0066252C"/>
    <w:rsid w:val="0066389A"/>
    <w:rsid w:val="0066434D"/>
    <w:rsid w:val="0066664A"/>
    <w:rsid w:val="00667BCD"/>
    <w:rsid w:val="00670C4C"/>
    <w:rsid w:val="00671325"/>
    <w:rsid w:val="00674C64"/>
    <w:rsid w:val="00674DC6"/>
    <w:rsid w:val="006809CE"/>
    <w:rsid w:val="00680D20"/>
    <w:rsid w:val="006810E0"/>
    <w:rsid w:val="00682F62"/>
    <w:rsid w:val="006854C8"/>
    <w:rsid w:val="0068653D"/>
    <w:rsid w:val="006872F6"/>
    <w:rsid w:val="00692CD6"/>
    <w:rsid w:val="00692E25"/>
    <w:rsid w:val="00693924"/>
    <w:rsid w:val="00694762"/>
    <w:rsid w:val="0069482A"/>
    <w:rsid w:val="006958E8"/>
    <w:rsid w:val="00695E06"/>
    <w:rsid w:val="00695EBF"/>
    <w:rsid w:val="006A1070"/>
    <w:rsid w:val="006A2F1A"/>
    <w:rsid w:val="006A305C"/>
    <w:rsid w:val="006A5AF7"/>
    <w:rsid w:val="006B3C8F"/>
    <w:rsid w:val="006B3CCB"/>
    <w:rsid w:val="006B468C"/>
    <w:rsid w:val="006B605D"/>
    <w:rsid w:val="006C168E"/>
    <w:rsid w:val="006C1CAE"/>
    <w:rsid w:val="006C38D0"/>
    <w:rsid w:val="006C5017"/>
    <w:rsid w:val="006C5DDF"/>
    <w:rsid w:val="006C6D59"/>
    <w:rsid w:val="006D136F"/>
    <w:rsid w:val="006D1CF8"/>
    <w:rsid w:val="006D1D66"/>
    <w:rsid w:val="006D384E"/>
    <w:rsid w:val="006D4999"/>
    <w:rsid w:val="006D72A9"/>
    <w:rsid w:val="006E11A4"/>
    <w:rsid w:val="006E3E13"/>
    <w:rsid w:val="006E3E2F"/>
    <w:rsid w:val="006F142E"/>
    <w:rsid w:val="006F14B7"/>
    <w:rsid w:val="006F27B0"/>
    <w:rsid w:val="006F2A5B"/>
    <w:rsid w:val="006F37A5"/>
    <w:rsid w:val="006F4FD5"/>
    <w:rsid w:val="006F6A4A"/>
    <w:rsid w:val="0070018B"/>
    <w:rsid w:val="00701707"/>
    <w:rsid w:val="00702B4D"/>
    <w:rsid w:val="00702CFC"/>
    <w:rsid w:val="00706A22"/>
    <w:rsid w:val="00707183"/>
    <w:rsid w:val="00710A07"/>
    <w:rsid w:val="00713227"/>
    <w:rsid w:val="0071461B"/>
    <w:rsid w:val="00714BE2"/>
    <w:rsid w:val="00721BEF"/>
    <w:rsid w:val="00722690"/>
    <w:rsid w:val="007228D0"/>
    <w:rsid w:val="00722F39"/>
    <w:rsid w:val="00724521"/>
    <w:rsid w:val="0072495E"/>
    <w:rsid w:val="007258F5"/>
    <w:rsid w:val="007265FD"/>
    <w:rsid w:val="00735125"/>
    <w:rsid w:val="00740C31"/>
    <w:rsid w:val="00740D9F"/>
    <w:rsid w:val="0074182D"/>
    <w:rsid w:val="00742381"/>
    <w:rsid w:val="00742A05"/>
    <w:rsid w:val="00744BC9"/>
    <w:rsid w:val="00746DA0"/>
    <w:rsid w:val="00746F7C"/>
    <w:rsid w:val="00747324"/>
    <w:rsid w:val="007476FA"/>
    <w:rsid w:val="00750019"/>
    <w:rsid w:val="0075173F"/>
    <w:rsid w:val="00751B03"/>
    <w:rsid w:val="00753129"/>
    <w:rsid w:val="00753899"/>
    <w:rsid w:val="00753E9C"/>
    <w:rsid w:val="00754005"/>
    <w:rsid w:val="00755652"/>
    <w:rsid w:val="00755D70"/>
    <w:rsid w:val="0075716D"/>
    <w:rsid w:val="00757784"/>
    <w:rsid w:val="00760331"/>
    <w:rsid w:val="0076042F"/>
    <w:rsid w:val="00760716"/>
    <w:rsid w:val="00761D7E"/>
    <w:rsid w:val="00761FB0"/>
    <w:rsid w:val="0076321C"/>
    <w:rsid w:val="0076497E"/>
    <w:rsid w:val="00765AA7"/>
    <w:rsid w:val="00765B4C"/>
    <w:rsid w:val="00773ECA"/>
    <w:rsid w:val="0078105E"/>
    <w:rsid w:val="00785BC0"/>
    <w:rsid w:val="00785EE8"/>
    <w:rsid w:val="00786BD6"/>
    <w:rsid w:val="0078767C"/>
    <w:rsid w:val="0079214D"/>
    <w:rsid w:val="0079245A"/>
    <w:rsid w:val="00793314"/>
    <w:rsid w:val="00795A61"/>
    <w:rsid w:val="00796C62"/>
    <w:rsid w:val="007A0EB4"/>
    <w:rsid w:val="007A6735"/>
    <w:rsid w:val="007B1163"/>
    <w:rsid w:val="007B33A7"/>
    <w:rsid w:val="007B4998"/>
    <w:rsid w:val="007B5C67"/>
    <w:rsid w:val="007B64CF"/>
    <w:rsid w:val="007C067D"/>
    <w:rsid w:val="007C0C2E"/>
    <w:rsid w:val="007D093D"/>
    <w:rsid w:val="007D2CC1"/>
    <w:rsid w:val="007D2DEA"/>
    <w:rsid w:val="007D40BF"/>
    <w:rsid w:val="007D4CDA"/>
    <w:rsid w:val="007D5E68"/>
    <w:rsid w:val="007D6BC9"/>
    <w:rsid w:val="007D76D0"/>
    <w:rsid w:val="007E27E5"/>
    <w:rsid w:val="007E329A"/>
    <w:rsid w:val="007E683B"/>
    <w:rsid w:val="007F0D53"/>
    <w:rsid w:val="007F10BC"/>
    <w:rsid w:val="007F1D5C"/>
    <w:rsid w:val="00800645"/>
    <w:rsid w:val="00801948"/>
    <w:rsid w:val="008032CE"/>
    <w:rsid w:val="008052F9"/>
    <w:rsid w:val="00807F85"/>
    <w:rsid w:val="00810908"/>
    <w:rsid w:val="00810CD5"/>
    <w:rsid w:val="008129B1"/>
    <w:rsid w:val="0081355F"/>
    <w:rsid w:val="00813EEE"/>
    <w:rsid w:val="00816800"/>
    <w:rsid w:val="008206A3"/>
    <w:rsid w:val="008251E6"/>
    <w:rsid w:val="00832F97"/>
    <w:rsid w:val="00837644"/>
    <w:rsid w:val="00840559"/>
    <w:rsid w:val="008410BE"/>
    <w:rsid w:val="00843A35"/>
    <w:rsid w:val="008458E9"/>
    <w:rsid w:val="00850A3A"/>
    <w:rsid w:val="008511D9"/>
    <w:rsid w:val="00853544"/>
    <w:rsid w:val="008541D0"/>
    <w:rsid w:val="0085481C"/>
    <w:rsid w:val="00855A0B"/>
    <w:rsid w:val="00856927"/>
    <w:rsid w:val="0085746C"/>
    <w:rsid w:val="008617BC"/>
    <w:rsid w:val="00864138"/>
    <w:rsid w:val="0086430E"/>
    <w:rsid w:val="00865FDD"/>
    <w:rsid w:val="00870333"/>
    <w:rsid w:val="00871BD2"/>
    <w:rsid w:val="00873109"/>
    <w:rsid w:val="00873791"/>
    <w:rsid w:val="00877EE3"/>
    <w:rsid w:val="008805BA"/>
    <w:rsid w:val="00882B1B"/>
    <w:rsid w:val="008843DD"/>
    <w:rsid w:val="0088455C"/>
    <w:rsid w:val="00887EAD"/>
    <w:rsid w:val="00891A89"/>
    <w:rsid w:val="00891EEB"/>
    <w:rsid w:val="00892017"/>
    <w:rsid w:val="00893583"/>
    <w:rsid w:val="0089621C"/>
    <w:rsid w:val="00897A38"/>
    <w:rsid w:val="00897C9F"/>
    <w:rsid w:val="008A31B4"/>
    <w:rsid w:val="008A4A14"/>
    <w:rsid w:val="008A6718"/>
    <w:rsid w:val="008A67AF"/>
    <w:rsid w:val="008B0936"/>
    <w:rsid w:val="008B0D9D"/>
    <w:rsid w:val="008B0F41"/>
    <w:rsid w:val="008B156B"/>
    <w:rsid w:val="008B1ADF"/>
    <w:rsid w:val="008B1D97"/>
    <w:rsid w:val="008B7763"/>
    <w:rsid w:val="008C4CE0"/>
    <w:rsid w:val="008C4ED0"/>
    <w:rsid w:val="008C5854"/>
    <w:rsid w:val="008D0C78"/>
    <w:rsid w:val="008D0EA9"/>
    <w:rsid w:val="008D27CD"/>
    <w:rsid w:val="008D3243"/>
    <w:rsid w:val="008D547C"/>
    <w:rsid w:val="008D6F10"/>
    <w:rsid w:val="008E094C"/>
    <w:rsid w:val="008E1136"/>
    <w:rsid w:val="008E1526"/>
    <w:rsid w:val="008E26C5"/>
    <w:rsid w:val="008E4CDD"/>
    <w:rsid w:val="008E5768"/>
    <w:rsid w:val="008E7D22"/>
    <w:rsid w:val="008F05EE"/>
    <w:rsid w:val="008F151D"/>
    <w:rsid w:val="008F274D"/>
    <w:rsid w:val="008F3174"/>
    <w:rsid w:val="008F4928"/>
    <w:rsid w:val="008F694A"/>
    <w:rsid w:val="008F7BB6"/>
    <w:rsid w:val="009006D2"/>
    <w:rsid w:val="00901407"/>
    <w:rsid w:val="00902E9C"/>
    <w:rsid w:val="009038D2"/>
    <w:rsid w:val="00906D30"/>
    <w:rsid w:val="00906FFF"/>
    <w:rsid w:val="009074B1"/>
    <w:rsid w:val="009106B3"/>
    <w:rsid w:val="009124FD"/>
    <w:rsid w:val="009142B5"/>
    <w:rsid w:val="00915344"/>
    <w:rsid w:val="0091600D"/>
    <w:rsid w:val="0091681A"/>
    <w:rsid w:val="009209FE"/>
    <w:rsid w:val="00920A09"/>
    <w:rsid w:val="00921A2C"/>
    <w:rsid w:val="00923E5A"/>
    <w:rsid w:val="00932876"/>
    <w:rsid w:val="00935650"/>
    <w:rsid w:val="00943346"/>
    <w:rsid w:val="0094355A"/>
    <w:rsid w:val="009435DF"/>
    <w:rsid w:val="00943A3C"/>
    <w:rsid w:val="00946FE3"/>
    <w:rsid w:val="00947390"/>
    <w:rsid w:val="009569A7"/>
    <w:rsid w:val="009569D8"/>
    <w:rsid w:val="00957379"/>
    <w:rsid w:val="009614B3"/>
    <w:rsid w:val="00963291"/>
    <w:rsid w:val="0097407B"/>
    <w:rsid w:val="00976D29"/>
    <w:rsid w:val="00977CB8"/>
    <w:rsid w:val="00981612"/>
    <w:rsid w:val="009822A6"/>
    <w:rsid w:val="00982A6A"/>
    <w:rsid w:val="00984410"/>
    <w:rsid w:val="00984DD3"/>
    <w:rsid w:val="009858B7"/>
    <w:rsid w:val="00987B77"/>
    <w:rsid w:val="00987EE6"/>
    <w:rsid w:val="009903D2"/>
    <w:rsid w:val="00991C91"/>
    <w:rsid w:val="00991E07"/>
    <w:rsid w:val="00993CB2"/>
    <w:rsid w:val="00995CA1"/>
    <w:rsid w:val="0099763E"/>
    <w:rsid w:val="009A15BE"/>
    <w:rsid w:val="009A40BB"/>
    <w:rsid w:val="009A4F0D"/>
    <w:rsid w:val="009A6365"/>
    <w:rsid w:val="009A6597"/>
    <w:rsid w:val="009A7850"/>
    <w:rsid w:val="009B0EBE"/>
    <w:rsid w:val="009B32A3"/>
    <w:rsid w:val="009B4E61"/>
    <w:rsid w:val="009C0227"/>
    <w:rsid w:val="009C12CA"/>
    <w:rsid w:val="009C18ED"/>
    <w:rsid w:val="009C20D9"/>
    <w:rsid w:val="009C4033"/>
    <w:rsid w:val="009C5051"/>
    <w:rsid w:val="009C610B"/>
    <w:rsid w:val="009C7960"/>
    <w:rsid w:val="009D08FA"/>
    <w:rsid w:val="009D38BE"/>
    <w:rsid w:val="009D4406"/>
    <w:rsid w:val="009D51C3"/>
    <w:rsid w:val="009D6A88"/>
    <w:rsid w:val="009D7A6D"/>
    <w:rsid w:val="009E04D7"/>
    <w:rsid w:val="009E1015"/>
    <w:rsid w:val="009E2E70"/>
    <w:rsid w:val="009E3EE1"/>
    <w:rsid w:val="009E6A32"/>
    <w:rsid w:val="009E7136"/>
    <w:rsid w:val="009F33B0"/>
    <w:rsid w:val="00A0193F"/>
    <w:rsid w:val="00A02C5A"/>
    <w:rsid w:val="00A0528C"/>
    <w:rsid w:val="00A05A47"/>
    <w:rsid w:val="00A05E4F"/>
    <w:rsid w:val="00A07515"/>
    <w:rsid w:val="00A121F4"/>
    <w:rsid w:val="00A12DE1"/>
    <w:rsid w:val="00A13109"/>
    <w:rsid w:val="00A131E7"/>
    <w:rsid w:val="00A17EB7"/>
    <w:rsid w:val="00A22C63"/>
    <w:rsid w:val="00A22E2B"/>
    <w:rsid w:val="00A24939"/>
    <w:rsid w:val="00A24B32"/>
    <w:rsid w:val="00A27D99"/>
    <w:rsid w:val="00A3113F"/>
    <w:rsid w:val="00A32DF7"/>
    <w:rsid w:val="00A32E0F"/>
    <w:rsid w:val="00A32E1F"/>
    <w:rsid w:val="00A3615E"/>
    <w:rsid w:val="00A367A0"/>
    <w:rsid w:val="00A40E59"/>
    <w:rsid w:val="00A4308C"/>
    <w:rsid w:val="00A44841"/>
    <w:rsid w:val="00A44E5D"/>
    <w:rsid w:val="00A46915"/>
    <w:rsid w:val="00A47086"/>
    <w:rsid w:val="00A51CE9"/>
    <w:rsid w:val="00A51EDB"/>
    <w:rsid w:val="00A53918"/>
    <w:rsid w:val="00A5513F"/>
    <w:rsid w:val="00A558A2"/>
    <w:rsid w:val="00A56865"/>
    <w:rsid w:val="00A60E06"/>
    <w:rsid w:val="00A611D6"/>
    <w:rsid w:val="00A611FF"/>
    <w:rsid w:val="00A61864"/>
    <w:rsid w:val="00A61F60"/>
    <w:rsid w:val="00A62644"/>
    <w:rsid w:val="00A64DF4"/>
    <w:rsid w:val="00A64F52"/>
    <w:rsid w:val="00A709FC"/>
    <w:rsid w:val="00A727C1"/>
    <w:rsid w:val="00A75820"/>
    <w:rsid w:val="00A774F7"/>
    <w:rsid w:val="00A827C8"/>
    <w:rsid w:val="00A833B2"/>
    <w:rsid w:val="00A8419D"/>
    <w:rsid w:val="00A8458A"/>
    <w:rsid w:val="00A8523F"/>
    <w:rsid w:val="00A85C06"/>
    <w:rsid w:val="00A8670C"/>
    <w:rsid w:val="00A87004"/>
    <w:rsid w:val="00A875C8"/>
    <w:rsid w:val="00A90F24"/>
    <w:rsid w:val="00A92E9D"/>
    <w:rsid w:val="00A934D9"/>
    <w:rsid w:val="00A93E49"/>
    <w:rsid w:val="00A9414E"/>
    <w:rsid w:val="00A9437A"/>
    <w:rsid w:val="00A9524D"/>
    <w:rsid w:val="00AA071C"/>
    <w:rsid w:val="00AA08EF"/>
    <w:rsid w:val="00AA08F9"/>
    <w:rsid w:val="00AA1AC3"/>
    <w:rsid w:val="00AA66FA"/>
    <w:rsid w:val="00AA6BA1"/>
    <w:rsid w:val="00AB1A47"/>
    <w:rsid w:val="00AB1CEF"/>
    <w:rsid w:val="00AB2481"/>
    <w:rsid w:val="00AB2F74"/>
    <w:rsid w:val="00AB449F"/>
    <w:rsid w:val="00AB598F"/>
    <w:rsid w:val="00AB77A5"/>
    <w:rsid w:val="00AC0DD5"/>
    <w:rsid w:val="00AC1B64"/>
    <w:rsid w:val="00AC2796"/>
    <w:rsid w:val="00AC2A1C"/>
    <w:rsid w:val="00AC3ADA"/>
    <w:rsid w:val="00AC452F"/>
    <w:rsid w:val="00AC4579"/>
    <w:rsid w:val="00AD09AC"/>
    <w:rsid w:val="00AD1FCD"/>
    <w:rsid w:val="00AD2BDD"/>
    <w:rsid w:val="00AD333B"/>
    <w:rsid w:val="00AD58DD"/>
    <w:rsid w:val="00AD5B3A"/>
    <w:rsid w:val="00AD687C"/>
    <w:rsid w:val="00AD69B8"/>
    <w:rsid w:val="00AE0E95"/>
    <w:rsid w:val="00AE1119"/>
    <w:rsid w:val="00AE3DF5"/>
    <w:rsid w:val="00AE5958"/>
    <w:rsid w:val="00AE6DF6"/>
    <w:rsid w:val="00AF0F22"/>
    <w:rsid w:val="00AF70D7"/>
    <w:rsid w:val="00AF785E"/>
    <w:rsid w:val="00B012F1"/>
    <w:rsid w:val="00B01CE8"/>
    <w:rsid w:val="00B0322F"/>
    <w:rsid w:val="00B047DF"/>
    <w:rsid w:val="00B06147"/>
    <w:rsid w:val="00B061E1"/>
    <w:rsid w:val="00B0643B"/>
    <w:rsid w:val="00B0662B"/>
    <w:rsid w:val="00B073C6"/>
    <w:rsid w:val="00B07ABE"/>
    <w:rsid w:val="00B102C2"/>
    <w:rsid w:val="00B110C7"/>
    <w:rsid w:val="00B12EC0"/>
    <w:rsid w:val="00B14D1D"/>
    <w:rsid w:val="00B164C5"/>
    <w:rsid w:val="00B17A22"/>
    <w:rsid w:val="00B226C3"/>
    <w:rsid w:val="00B27D00"/>
    <w:rsid w:val="00B310DF"/>
    <w:rsid w:val="00B31750"/>
    <w:rsid w:val="00B32972"/>
    <w:rsid w:val="00B36578"/>
    <w:rsid w:val="00B43578"/>
    <w:rsid w:val="00B43E61"/>
    <w:rsid w:val="00B44C5A"/>
    <w:rsid w:val="00B45D7D"/>
    <w:rsid w:val="00B45DC1"/>
    <w:rsid w:val="00B47C56"/>
    <w:rsid w:val="00B53593"/>
    <w:rsid w:val="00B541EE"/>
    <w:rsid w:val="00B555BE"/>
    <w:rsid w:val="00B55CE7"/>
    <w:rsid w:val="00B57FBC"/>
    <w:rsid w:val="00B606F9"/>
    <w:rsid w:val="00B65A3F"/>
    <w:rsid w:val="00B75971"/>
    <w:rsid w:val="00B77805"/>
    <w:rsid w:val="00B822D9"/>
    <w:rsid w:val="00B82E6F"/>
    <w:rsid w:val="00B87A40"/>
    <w:rsid w:val="00B913C7"/>
    <w:rsid w:val="00B945B1"/>
    <w:rsid w:val="00B94D4B"/>
    <w:rsid w:val="00B95601"/>
    <w:rsid w:val="00B95C78"/>
    <w:rsid w:val="00BA0B74"/>
    <w:rsid w:val="00BA39F1"/>
    <w:rsid w:val="00BA434D"/>
    <w:rsid w:val="00BB0B33"/>
    <w:rsid w:val="00BB5655"/>
    <w:rsid w:val="00BB6FEB"/>
    <w:rsid w:val="00BC1630"/>
    <w:rsid w:val="00BC2E2D"/>
    <w:rsid w:val="00BC3567"/>
    <w:rsid w:val="00BC427D"/>
    <w:rsid w:val="00BD0661"/>
    <w:rsid w:val="00BD1E66"/>
    <w:rsid w:val="00BD1E8C"/>
    <w:rsid w:val="00BD227A"/>
    <w:rsid w:val="00BD3387"/>
    <w:rsid w:val="00BD6C10"/>
    <w:rsid w:val="00BE1A45"/>
    <w:rsid w:val="00BE1C06"/>
    <w:rsid w:val="00BE2014"/>
    <w:rsid w:val="00BE35FA"/>
    <w:rsid w:val="00BE51F5"/>
    <w:rsid w:val="00BE5E50"/>
    <w:rsid w:val="00BE7915"/>
    <w:rsid w:val="00BF002F"/>
    <w:rsid w:val="00BF058C"/>
    <w:rsid w:val="00BF31C3"/>
    <w:rsid w:val="00C00C56"/>
    <w:rsid w:val="00C07D50"/>
    <w:rsid w:val="00C11518"/>
    <w:rsid w:val="00C119DB"/>
    <w:rsid w:val="00C12DE7"/>
    <w:rsid w:val="00C1527D"/>
    <w:rsid w:val="00C17B6F"/>
    <w:rsid w:val="00C239F4"/>
    <w:rsid w:val="00C25152"/>
    <w:rsid w:val="00C26E16"/>
    <w:rsid w:val="00C273B1"/>
    <w:rsid w:val="00C27478"/>
    <w:rsid w:val="00C32C81"/>
    <w:rsid w:val="00C33926"/>
    <w:rsid w:val="00C34100"/>
    <w:rsid w:val="00C367DD"/>
    <w:rsid w:val="00C401D3"/>
    <w:rsid w:val="00C47124"/>
    <w:rsid w:val="00C479B6"/>
    <w:rsid w:val="00C50C7B"/>
    <w:rsid w:val="00C519ED"/>
    <w:rsid w:val="00C51B5C"/>
    <w:rsid w:val="00C51CB1"/>
    <w:rsid w:val="00C52111"/>
    <w:rsid w:val="00C52148"/>
    <w:rsid w:val="00C52733"/>
    <w:rsid w:val="00C52AE4"/>
    <w:rsid w:val="00C560A9"/>
    <w:rsid w:val="00C564EE"/>
    <w:rsid w:val="00C56F56"/>
    <w:rsid w:val="00C606B8"/>
    <w:rsid w:val="00C61FBF"/>
    <w:rsid w:val="00C64FD5"/>
    <w:rsid w:val="00C65079"/>
    <w:rsid w:val="00C656B2"/>
    <w:rsid w:val="00C659BB"/>
    <w:rsid w:val="00C677CC"/>
    <w:rsid w:val="00C67BF6"/>
    <w:rsid w:val="00C70BBD"/>
    <w:rsid w:val="00C71E63"/>
    <w:rsid w:val="00C72656"/>
    <w:rsid w:val="00C74A72"/>
    <w:rsid w:val="00C7561B"/>
    <w:rsid w:val="00C81509"/>
    <w:rsid w:val="00C8369F"/>
    <w:rsid w:val="00C84D69"/>
    <w:rsid w:val="00C84FD1"/>
    <w:rsid w:val="00C85484"/>
    <w:rsid w:val="00C90026"/>
    <w:rsid w:val="00C92F20"/>
    <w:rsid w:val="00C954B7"/>
    <w:rsid w:val="00C95B10"/>
    <w:rsid w:val="00CA02F9"/>
    <w:rsid w:val="00CA07E6"/>
    <w:rsid w:val="00CA0E4E"/>
    <w:rsid w:val="00CA1738"/>
    <w:rsid w:val="00CA3B37"/>
    <w:rsid w:val="00CA4024"/>
    <w:rsid w:val="00CA42FA"/>
    <w:rsid w:val="00CA52CC"/>
    <w:rsid w:val="00CA6319"/>
    <w:rsid w:val="00CA7D18"/>
    <w:rsid w:val="00CB088A"/>
    <w:rsid w:val="00CB0F55"/>
    <w:rsid w:val="00CB4D0C"/>
    <w:rsid w:val="00CB766B"/>
    <w:rsid w:val="00CC15AC"/>
    <w:rsid w:val="00CC43EC"/>
    <w:rsid w:val="00CC4853"/>
    <w:rsid w:val="00CC546F"/>
    <w:rsid w:val="00CC5A58"/>
    <w:rsid w:val="00CC692C"/>
    <w:rsid w:val="00CD0098"/>
    <w:rsid w:val="00CD29D0"/>
    <w:rsid w:val="00CD3340"/>
    <w:rsid w:val="00CD5886"/>
    <w:rsid w:val="00CD60A0"/>
    <w:rsid w:val="00CD6FB5"/>
    <w:rsid w:val="00CE119F"/>
    <w:rsid w:val="00CE231A"/>
    <w:rsid w:val="00CE42D6"/>
    <w:rsid w:val="00CF0975"/>
    <w:rsid w:val="00CF0AAA"/>
    <w:rsid w:val="00CF15AA"/>
    <w:rsid w:val="00CF39DB"/>
    <w:rsid w:val="00CF4A3D"/>
    <w:rsid w:val="00CF6310"/>
    <w:rsid w:val="00CF687A"/>
    <w:rsid w:val="00D01773"/>
    <w:rsid w:val="00D05F52"/>
    <w:rsid w:val="00D1032C"/>
    <w:rsid w:val="00D105CF"/>
    <w:rsid w:val="00D11427"/>
    <w:rsid w:val="00D11E11"/>
    <w:rsid w:val="00D126AB"/>
    <w:rsid w:val="00D15157"/>
    <w:rsid w:val="00D23354"/>
    <w:rsid w:val="00D23E2B"/>
    <w:rsid w:val="00D261E0"/>
    <w:rsid w:val="00D27E52"/>
    <w:rsid w:val="00D301C4"/>
    <w:rsid w:val="00D32459"/>
    <w:rsid w:val="00D336DD"/>
    <w:rsid w:val="00D34640"/>
    <w:rsid w:val="00D34807"/>
    <w:rsid w:val="00D36EC6"/>
    <w:rsid w:val="00D37478"/>
    <w:rsid w:val="00D37586"/>
    <w:rsid w:val="00D41E4D"/>
    <w:rsid w:val="00D42587"/>
    <w:rsid w:val="00D43A8B"/>
    <w:rsid w:val="00D4549C"/>
    <w:rsid w:val="00D45D9C"/>
    <w:rsid w:val="00D4763D"/>
    <w:rsid w:val="00D47DBF"/>
    <w:rsid w:val="00D51BD7"/>
    <w:rsid w:val="00D531CC"/>
    <w:rsid w:val="00D54839"/>
    <w:rsid w:val="00D54C7F"/>
    <w:rsid w:val="00D55A99"/>
    <w:rsid w:val="00D60747"/>
    <w:rsid w:val="00D6093A"/>
    <w:rsid w:val="00D6167A"/>
    <w:rsid w:val="00D61B88"/>
    <w:rsid w:val="00D63A29"/>
    <w:rsid w:val="00D63A4D"/>
    <w:rsid w:val="00D65278"/>
    <w:rsid w:val="00D676A0"/>
    <w:rsid w:val="00D7001C"/>
    <w:rsid w:val="00D7093B"/>
    <w:rsid w:val="00D70C92"/>
    <w:rsid w:val="00D72164"/>
    <w:rsid w:val="00D72318"/>
    <w:rsid w:val="00D739AF"/>
    <w:rsid w:val="00D766E9"/>
    <w:rsid w:val="00D76BEE"/>
    <w:rsid w:val="00D7706C"/>
    <w:rsid w:val="00D7754B"/>
    <w:rsid w:val="00D80055"/>
    <w:rsid w:val="00D80CB7"/>
    <w:rsid w:val="00D81AA8"/>
    <w:rsid w:val="00D8397B"/>
    <w:rsid w:val="00D859D8"/>
    <w:rsid w:val="00D8621E"/>
    <w:rsid w:val="00D86856"/>
    <w:rsid w:val="00D87D90"/>
    <w:rsid w:val="00D87FB4"/>
    <w:rsid w:val="00D9392D"/>
    <w:rsid w:val="00D97EDA"/>
    <w:rsid w:val="00DA0856"/>
    <w:rsid w:val="00DA0F34"/>
    <w:rsid w:val="00DA164F"/>
    <w:rsid w:val="00DA18D2"/>
    <w:rsid w:val="00DA1BA4"/>
    <w:rsid w:val="00DA3003"/>
    <w:rsid w:val="00DB0CD3"/>
    <w:rsid w:val="00DB0E1C"/>
    <w:rsid w:val="00DB1AD1"/>
    <w:rsid w:val="00DB2A3E"/>
    <w:rsid w:val="00DB301D"/>
    <w:rsid w:val="00DB3615"/>
    <w:rsid w:val="00DB56D9"/>
    <w:rsid w:val="00DB588B"/>
    <w:rsid w:val="00DC53BF"/>
    <w:rsid w:val="00DC5667"/>
    <w:rsid w:val="00DC5B18"/>
    <w:rsid w:val="00DC6BE1"/>
    <w:rsid w:val="00DD066D"/>
    <w:rsid w:val="00DD10A2"/>
    <w:rsid w:val="00DD11A5"/>
    <w:rsid w:val="00DD2CBC"/>
    <w:rsid w:val="00DD2E6B"/>
    <w:rsid w:val="00DD303E"/>
    <w:rsid w:val="00DD33CE"/>
    <w:rsid w:val="00DE0930"/>
    <w:rsid w:val="00DE0B55"/>
    <w:rsid w:val="00DE1ACF"/>
    <w:rsid w:val="00DE2A50"/>
    <w:rsid w:val="00DE71B6"/>
    <w:rsid w:val="00DE7EC2"/>
    <w:rsid w:val="00DF1789"/>
    <w:rsid w:val="00DF190F"/>
    <w:rsid w:val="00DF1AD5"/>
    <w:rsid w:val="00DF34EE"/>
    <w:rsid w:val="00DF3AA8"/>
    <w:rsid w:val="00DF3ECF"/>
    <w:rsid w:val="00DF44E6"/>
    <w:rsid w:val="00DF474D"/>
    <w:rsid w:val="00DF6F9C"/>
    <w:rsid w:val="00E014D9"/>
    <w:rsid w:val="00E01BB8"/>
    <w:rsid w:val="00E024AF"/>
    <w:rsid w:val="00E02742"/>
    <w:rsid w:val="00E07955"/>
    <w:rsid w:val="00E10E16"/>
    <w:rsid w:val="00E1241C"/>
    <w:rsid w:val="00E12FE5"/>
    <w:rsid w:val="00E137D3"/>
    <w:rsid w:val="00E15AA1"/>
    <w:rsid w:val="00E215A6"/>
    <w:rsid w:val="00E23F04"/>
    <w:rsid w:val="00E253AF"/>
    <w:rsid w:val="00E26D0A"/>
    <w:rsid w:val="00E27DEF"/>
    <w:rsid w:val="00E309E0"/>
    <w:rsid w:val="00E30B4E"/>
    <w:rsid w:val="00E3206C"/>
    <w:rsid w:val="00E42870"/>
    <w:rsid w:val="00E51397"/>
    <w:rsid w:val="00E5151A"/>
    <w:rsid w:val="00E51E41"/>
    <w:rsid w:val="00E576C6"/>
    <w:rsid w:val="00E623FD"/>
    <w:rsid w:val="00E635D7"/>
    <w:rsid w:val="00E6606A"/>
    <w:rsid w:val="00E6642C"/>
    <w:rsid w:val="00E667F1"/>
    <w:rsid w:val="00E66BC7"/>
    <w:rsid w:val="00E678F4"/>
    <w:rsid w:val="00E71088"/>
    <w:rsid w:val="00E7304A"/>
    <w:rsid w:val="00E74C99"/>
    <w:rsid w:val="00E76075"/>
    <w:rsid w:val="00E775BE"/>
    <w:rsid w:val="00E826B1"/>
    <w:rsid w:val="00E83498"/>
    <w:rsid w:val="00E9017B"/>
    <w:rsid w:val="00E90192"/>
    <w:rsid w:val="00E90A79"/>
    <w:rsid w:val="00E90B6C"/>
    <w:rsid w:val="00E91B4F"/>
    <w:rsid w:val="00E9249C"/>
    <w:rsid w:val="00E9250E"/>
    <w:rsid w:val="00E927AA"/>
    <w:rsid w:val="00E93107"/>
    <w:rsid w:val="00E933EB"/>
    <w:rsid w:val="00E93D19"/>
    <w:rsid w:val="00EA0855"/>
    <w:rsid w:val="00EA0E94"/>
    <w:rsid w:val="00EA2EA7"/>
    <w:rsid w:val="00EA4DEB"/>
    <w:rsid w:val="00EA765C"/>
    <w:rsid w:val="00EA7E0C"/>
    <w:rsid w:val="00EB3C71"/>
    <w:rsid w:val="00EB40C7"/>
    <w:rsid w:val="00EB7EE6"/>
    <w:rsid w:val="00EC747E"/>
    <w:rsid w:val="00ED05B1"/>
    <w:rsid w:val="00ED0E45"/>
    <w:rsid w:val="00ED1792"/>
    <w:rsid w:val="00ED2CFF"/>
    <w:rsid w:val="00ED3259"/>
    <w:rsid w:val="00ED4D3F"/>
    <w:rsid w:val="00ED5941"/>
    <w:rsid w:val="00ED5966"/>
    <w:rsid w:val="00ED6AB6"/>
    <w:rsid w:val="00ED7C65"/>
    <w:rsid w:val="00EE211C"/>
    <w:rsid w:val="00EE40BB"/>
    <w:rsid w:val="00EE5565"/>
    <w:rsid w:val="00EE56FD"/>
    <w:rsid w:val="00EE6DF7"/>
    <w:rsid w:val="00EE7BC3"/>
    <w:rsid w:val="00EF17C2"/>
    <w:rsid w:val="00EF2FAD"/>
    <w:rsid w:val="00EF5924"/>
    <w:rsid w:val="00EF5A1D"/>
    <w:rsid w:val="00EF635D"/>
    <w:rsid w:val="00EF75E5"/>
    <w:rsid w:val="00EF7E82"/>
    <w:rsid w:val="00EF7FD9"/>
    <w:rsid w:val="00F007C1"/>
    <w:rsid w:val="00F00F7C"/>
    <w:rsid w:val="00F0165F"/>
    <w:rsid w:val="00F04E46"/>
    <w:rsid w:val="00F064D0"/>
    <w:rsid w:val="00F1022F"/>
    <w:rsid w:val="00F11C08"/>
    <w:rsid w:val="00F129CD"/>
    <w:rsid w:val="00F14730"/>
    <w:rsid w:val="00F157C9"/>
    <w:rsid w:val="00F2054C"/>
    <w:rsid w:val="00F23013"/>
    <w:rsid w:val="00F239B1"/>
    <w:rsid w:val="00F239DC"/>
    <w:rsid w:val="00F23CE9"/>
    <w:rsid w:val="00F247C9"/>
    <w:rsid w:val="00F30293"/>
    <w:rsid w:val="00F3214B"/>
    <w:rsid w:val="00F324C5"/>
    <w:rsid w:val="00F337C3"/>
    <w:rsid w:val="00F34A13"/>
    <w:rsid w:val="00F36CAA"/>
    <w:rsid w:val="00F406D0"/>
    <w:rsid w:val="00F40E49"/>
    <w:rsid w:val="00F41FCD"/>
    <w:rsid w:val="00F51CD6"/>
    <w:rsid w:val="00F53123"/>
    <w:rsid w:val="00F5351C"/>
    <w:rsid w:val="00F54CFE"/>
    <w:rsid w:val="00F550A6"/>
    <w:rsid w:val="00F56317"/>
    <w:rsid w:val="00F56565"/>
    <w:rsid w:val="00F575B3"/>
    <w:rsid w:val="00F60214"/>
    <w:rsid w:val="00F61E9F"/>
    <w:rsid w:val="00F6286E"/>
    <w:rsid w:val="00F637CE"/>
    <w:rsid w:val="00F65376"/>
    <w:rsid w:val="00F66ADC"/>
    <w:rsid w:val="00F66CB1"/>
    <w:rsid w:val="00F66F94"/>
    <w:rsid w:val="00F72A18"/>
    <w:rsid w:val="00F7311D"/>
    <w:rsid w:val="00F80577"/>
    <w:rsid w:val="00F82126"/>
    <w:rsid w:val="00F83930"/>
    <w:rsid w:val="00F84509"/>
    <w:rsid w:val="00F85436"/>
    <w:rsid w:val="00F879DA"/>
    <w:rsid w:val="00F87EB9"/>
    <w:rsid w:val="00F91035"/>
    <w:rsid w:val="00F94CDB"/>
    <w:rsid w:val="00F960B9"/>
    <w:rsid w:val="00FA05EA"/>
    <w:rsid w:val="00FA18F5"/>
    <w:rsid w:val="00FA1A32"/>
    <w:rsid w:val="00FA25F9"/>
    <w:rsid w:val="00FA28FE"/>
    <w:rsid w:val="00FA2AF5"/>
    <w:rsid w:val="00FA4A65"/>
    <w:rsid w:val="00FA59EA"/>
    <w:rsid w:val="00FA5E9A"/>
    <w:rsid w:val="00FA7E0C"/>
    <w:rsid w:val="00FB08E4"/>
    <w:rsid w:val="00FB202B"/>
    <w:rsid w:val="00FB3374"/>
    <w:rsid w:val="00FB33EB"/>
    <w:rsid w:val="00FB70F2"/>
    <w:rsid w:val="00FC0925"/>
    <w:rsid w:val="00FC20D6"/>
    <w:rsid w:val="00FC2870"/>
    <w:rsid w:val="00FC552D"/>
    <w:rsid w:val="00FC622D"/>
    <w:rsid w:val="00FC7F73"/>
    <w:rsid w:val="00FD0806"/>
    <w:rsid w:val="00FD0F97"/>
    <w:rsid w:val="00FD170B"/>
    <w:rsid w:val="00FD6C72"/>
    <w:rsid w:val="00FD7B8A"/>
    <w:rsid w:val="00FE1916"/>
    <w:rsid w:val="00FE20DD"/>
    <w:rsid w:val="00FE4011"/>
    <w:rsid w:val="00FE4E70"/>
    <w:rsid w:val="00FE5778"/>
    <w:rsid w:val="00FF045B"/>
    <w:rsid w:val="00FF08AB"/>
    <w:rsid w:val="00FF4865"/>
    <w:rsid w:val="00FF4D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300476"/>
    <w:rPr>
      <w:sz w:val="28"/>
      <w:szCs w:val="24"/>
    </w:rPr>
  </w:style>
  <w:style w:type="paragraph" w:styleId="1">
    <w:name w:val="heading 1"/>
    <w:basedOn w:val="a4"/>
    <w:next w:val="a4"/>
    <w:qFormat/>
    <w:rsid w:val="00300476"/>
    <w:pPr>
      <w:keepNext/>
      <w:pageBreakBefore/>
      <w:numPr>
        <w:numId w:val="3"/>
      </w:numPr>
      <w:tabs>
        <w:tab w:val="clear" w:pos="1800"/>
        <w:tab w:val="num" w:pos="709"/>
      </w:tabs>
      <w:jc w:val="both"/>
      <w:outlineLvl w:val="0"/>
    </w:pPr>
  </w:style>
  <w:style w:type="paragraph" w:styleId="21">
    <w:name w:val="heading 2"/>
    <w:basedOn w:val="a4"/>
    <w:next w:val="a4"/>
    <w:qFormat/>
    <w:rsid w:val="00300476"/>
    <w:pPr>
      <w:keepNext/>
      <w:numPr>
        <w:ilvl w:val="1"/>
        <w:numId w:val="15"/>
      </w:numPr>
      <w:tabs>
        <w:tab w:val="num" w:pos="360"/>
      </w:tabs>
      <w:spacing w:before="240" w:after="60"/>
      <w:ind w:left="1440"/>
      <w:jc w:val="both"/>
      <w:outlineLvl w:val="1"/>
    </w:pPr>
    <w:rPr>
      <w:rFonts w:cs="Arial"/>
      <w:bCs/>
      <w:iCs/>
      <w:szCs w:val="28"/>
    </w:rPr>
  </w:style>
  <w:style w:type="paragraph" w:styleId="31">
    <w:name w:val="heading 3"/>
    <w:basedOn w:val="a4"/>
    <w:next w:val="a4"/>
    <w:qFormat/>
    <w:rsid w:val="00300476"/>
    <w:pPr>
      <w:keepNext/>
      <w:numPr>
        <w:ilvl w:val="2"/>
        <w:numId w:val="15"/>
      </w:numPr>
      <w:tabs>
        <w:tab w:val="num" w:pos="360"/>
      </w:tabs>
      <w:ind w:left="2160" w:hanging="180"/>
      <w:jc w:val="both"/>
      <w:outlineLvl w:val="2"/>
    </w:pPr>
    <w:rPr>
      <w:szCs w:val="28"/>
    </w:rPr>
  </w:style>
  <w:style w:type="paragraph" w:styleId="41">
    <w:name w:val="heading 4"/>
    <w:basedOn w:val="a4"/>
    <w:next w:val="a4"/>
    <w:qFormat/>
    <w:rsid w:val="00300476"/>
    <w:pPr>
      <w:keepNext/>
      <w:numPr>
        <w:ilvl w:val="3"/>
        <w:numId w:val="15"/>
      </w:numPr>
      <w:tabs>
        <w:tab w:val="num" w:pos="360"/>
      </w:tabs>
      <w:spacing w:before="240" w:after="60"/>
      <w:ind w:left="2880"/>
      <w:jc w:val="both"/>
      <w:outlineLvl w:val="3"/>
    </w:pPr>
    <w:rPr>
      <w:bCs/>
      <w:szCs w:val="28"/>
    </w:rPr>
  </w:style>
  <w:style w:type="paragraph" w:styleId="51">
    <w:name w:val="heading 5"/>
    <w:basedOn w:val="a4"/>
    <w:next w:val="a4"/>
    <w:qFormat/>
    <w:rsid w:val="00300476"/>
    <w:pPr>
      <w:numPr>
        <w:ilvl w:val="4"/>
        <w:numId w:val="15"/>
      </w:numPr>
      <w:tabs>
        <w:tab w:val="num" w:pos="360"/>
      </w:tabs>
      <w:spacing w:before="240" w:after="60"/>
      <w:ind w:left="3600"/>
      <w:jc w:val="both"/>
      <w:outlineLvl w:val="4"/>
    </w:pPr>
    <w:rPr>
      <w:bCs/>
      <w:iCs/>
      <w:szCs w:val="26"/>
    </w:rPr>
  </w:style>
  <w:style w:type="paragraph" w:styleId="6">
    <w:name w:val="heading 6"/>
    <w:basedOn w:val="a4"/>
    <w:next w:val="a4"/>
    <w:qFormat/>
    <w:rsid w:val="00300476"/>
    <w:pPr>
      <w:numPr>
        <w:ilvl w:val="5"/>
        <w:numId w:val="15"/>
      </w:numPr>
      <w:tabs>
        <w:tab w:val="num" w:pos="360"/>
      </w:tabs>
      <w:spacing w:before="240" w:after="60"/>
      <w:ind w:left="4320" w:hanging="180"/>
      <w:jc w:val="both"/>
      <w:outlineLvl w:val="5"/>
    </w:pPr>
    <w:rPr>
      <w:bCs/>
      <w:szCs w:val="22"/>
    </w:rPr>
  </w:style>
  <w:style w:type="paragraph" w:styleId="7">
    <w:name w:val="heading 7"/>
    <w:basedOn w:val="a4"/>
    <w:next w:val="a4"/>
    <w:qFormat/>
    <w:rsid w:val="00300476"/>
    <w:pPr>
      <w:numPr>
        <w:ilvl w:val="6"/>
        <w:numId w:val="15"/>
      </w:numPr>
      <w:tabs>
        <w:tab w:val="num" w:pos="360"/>
      </w:tabs>
      <w:spacing w:before="240" w:after="60"/>
      <w:ind w:left="5040"/>
      <w:outlineLvl w:val="6"/>
    </w:pPr>
    <w:rPr>
      <w:sz w:val="24"/>
    </w:rPr>
  </w:style>
  <w:style w:type="paragraph" w:styleId="8">
    <w:name w:val="heading 8"/>
    <w:basedOn w:val="a4"/>
    <w:next w:val="a4"/>
    <w:qFormat/>
    <w:rsid w:val="00300476"/>
    <w:pPr>
      <w:numPr>
        <w:ilvl w:val="7"/>
        <w:numId w:val="15"/>
      </w:numPr>
      <w:tabs>
        <w:tab w:val="num" w:pos="360"/>
      </w:tabs>
      <w:spacing w:before="240" w:after="60"/>
      <w:ind w:left="5760"/>
      <w:outlineLvl w:val="7"/>
    </w:pPr>
    <w:rPr>
      <w:i/>
      <w:iCs/>
      <w:sz w:val="24"/>
    </w:rPr>
  </w:style>
  <w:style w:type="paragraph" w:styleId="9">
    <w:name w:val="heading 9"/>
    <w:basedOn w:val="a4"/>
    <w:next w:val="a4"/>
    <w:qFormat/>
    <w:rsid w:val="00300476"/>
    <w:pPr>
      <w:numPr>
        <w:ilvl w:val="8"/>
        <w:numId w:val="15"/>
      </w:numPr>
      <w:tabs>
        <w:tab w:val="num" w:pos="360"/>
      </w:tabs>
      <w:spacing w:before="240" w:after="60"/>
      <w:ind w:left="6480" w:hanging="180"/>
      <w:outlineLvl w:val="8"/>
    </w:pPr>
    <w:rPr>
      <w:rFonts w:ascii="Arial" w:hAnsi="Arial" w:cs="Arial"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HTML">
    <w:name w:val="HTML Address"/>
    <w:basedOn w:val="a4"/>
    <w:rsid w:val="00300476"/>
    <w:rPr>
      <w:i/>
      <w:iCs/>
    </w:rPr>
  </w:style>
  <w:style w:type="paragraph" w:styleId="a8">
    <w:name w:val="envelope address"/>
    <w:basedOn w:val="a4"/>
    <w:rsid w:val="00300476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character" w:styleId="HTML0">
    <w:name w:val="HTML Acronym"/>
    <w:basedOn w:val="a5"/>
    <w:rsid w:val="00300476"/>
  </w:style>
  <w:style w:type="paragraph" w:styleId="a9">
    <w:name w:val="header"/>
    <w:basedOn w:val="a4"/>
    <w:rsid w:val="00300476"/>
    <w:pPr>
      <w:tabs>
        <w:tab w:val="center" w:pos="4677"/>
        <w:tab w:val="right" w:pos="9355"/>
      </w:tabs>
    </w:pPr>
  </w:style>
  <w:style w:type="character" w:styleId="aa">
    <w:name w:val="Emphasis"/>
    <w:qFormat/>
    <w:rsid w:val="00300476"/>
    <w:rPr>
      <w:i/>
      <w:iCs/>
    </w:rPr>
  </w:style>
  <w:style w:type="character" w:styleId="ab">
    <w:name w:val="Hyperlink"/>
    <w:rsid w:val="00300476"/>
    <w:rPr>
      <w:rFonts w:ascii="Times New Roman" w:hAnsi="Times New Roman"/>
      <w:color w:val="auto"/>
      <w:sz w:val="28"/>
      <w:u w:val="none"/>
    </w:rPr>
  </w:style>
  <w:style w:type="paragraph" w:customStyle="1" w:styleId="a1">
    <w:name w:val="Раздел закона"/>
    <w:next w:val="a4"/>
    <w:rsid w:val="00300476"/>
    <w:pPr>
      <w:numPr>
        <w:numId w:val="1"/>
      </w:numPr>
      <w:tabs>
        <w:tab w:val="clear" w:pos="709"/>
        <w:tab w:val="num" w:pos="1492"/>
      </w:tabs>
      <w:spacing w:before="480" w:after="480" w:line="240" w:lineRule="exact"/>
      <w:ind w:left="1492" w:hanging="360"/>
      <w:jc w:val="center"/>
    </w:pPr>
    <w:rPr>
      <w:b/>
      <w:caps/>
      <w:sz w:val="28"/>
      <w:szCs w:val="28"/>
    </w:rPr>
  </w:style>
  <w:style w:type="paragraph" w:customStyle="1" w:styleId="a3">
    <w:name w:val="Глава закона"/>
    <w:basedOn w:val="a1"/>
    <w:next w:val="a4"/>
    <w:rsid w:val="00300476"/>
    <w:pPr>
      <w:numPr>
        <w:numId w:val="2"/>
      </w:numPr>
      <w:tabs>
        <w:tab w:val="clear" w:pos="709"/>
        <w:tab w:val="num" w:pos="360"/>
      </w:tabs>
      <w:ind w:left="360" w:hanging="360"/>
    </w:pPr>
  </w:style>
  <w:style w:type="paragraph" w:styleId="ac">
    <w:name w:val="Date"/>
    <w:basedOn w:val="a4"/>
    <w:next w:val="a4"/>
    <w:rsid w:val="00300476"/>
  </w:style>
  <w:style w:type="paragraph" w:styleId="ad">
    <w:name w:val="Note Heading"/>
    <w:basedOn w:val="a4"/>
    <w:next w:val="a4"/>
    <w:rsid w:val="00300476"/>
  </w:style>
  <w:style w:type="paragraph" w:styleId="ae">
    <w:name w:val="Closing"/>
    <w:basedOn w:val="a4"/>
    <w:rsid w:val="00300476"/>
    <w:pPr>
      <w:ind w:left="4252"/>
    </w:pPr>
  </w:style>
  <w:style w:type="character" w:styleId="HTML1">
    <w:name w:val="HTML Keyboard"/>
    <w:rsid w:val="00300476"/>
    <w:rPr>
      <w:rFonts w:ascii="Courier New" w:hAnsi="Courier New" w:cs="Courier New"/>
      <w:sz w:val="20"/>
      <w:szCs w:val="20"/>
    </w:rPr>
  </w:style>
  <w:style w:type="character" w:styleId="HTML2">
    <w:name w:val="HTML Code"/>
    <w:rsid w:val="00300476"/>
    <w:rPr>
      <w:rFonts w:ascii="Courier New" w:hAnsi="Courier New" w:cs="Courier New"/>
      <w:sz w:val="20"/>
      <w:szCs w:val="20"/>
    </w:rPr>
  </w:style>
  <w:style w:type="paragraph" w:styleId="af">
    <w:name w:val="Body Text"/>
    <w:basedOn w:val="a4"/>
    <w:rsid w:val="00300476"/>
    <w:pPr>
      <w:spacing w:after="120"/>
    </w:pPr>
  </w:style>
  <w:style w:type="paragraph" w:styleId="af0">
    <w:name w:val="Body Text First Indent"/>
    <w:basedOn w:val="af"/>
    <w:rsid w:val="00300476"/>
    <w:pPr>
      <w:ind w:firstLine="210"/>
    </w:pPr>
  </w:style>
  <w:style w:type="paragraph" w:styleId="af1">
    <w:name w:val="Body Text Indent"/>
    <w:basedOn w:val="a4"/>
    <w:rsid w:val="00300476"/>
    <w:pPr>
      <w:ind w:firstLine="709"/>
      <w:jc w:val="both"/>
    </w:pPr>
    <w:rPr>
      <w:szCs w:val="20"/>
    </w:rPr>
  </w:style>
  <w:style w:type="paragraph" w:styleId="22">
    <w:name w:val="Body Text First Indent 2"/>
    <w:basedOn w:val="af1"/>
    <w:rsid w:val="00300476"/>
    <w:pPr>
      <w:spacing w:after="120"/>
      <w:ind w:left="283" w:firstLine="210"/>
      <w:jc w:val="left"/>
    </w:pPr>
    <w:rPr>
      <w:szCs w:val="24"/>
    </w:rPr>
  </w:style>
  <w:style w:type="paragraph" w:styleId="a0">
    <w:name w:val="List Bullet"/>
    <w:basedOn w:val="a4"/>
    <w:autoRedefine/>
    <w:rsid w:val="00300476"/>
    <w:pPr>
      <w:numPr>
        <w:numId w:val="4"/>
      </w:numPr>
    </w:pPr>
  </w:style>
  <w:style w:type="paragraph" w:styleId="20">
    <w:name w:val="List Bullet 2"/>
    <w:basedOn w:val="a4"/>
    <w:autoRedefine/>
    <w:rsid w:val="00300476"/>
    <w:pPr>
      <w:numPr>
        <w:numId w:val="5"/>
      </w:numPr>
      <w:tabs>
        <w:tab w:val="clear" w:pos="643"/>
        <w:tab w:val="num" w:pos="1800"/>
      </w:tabs>
      <w:ind w:left="0" w:firstLine="0"/>
    </w:pPr>
  </w:style>
  <w:style w:type="paragraph" w:styleId="30">
    <w:name w:val="List Bullet 3"/>
    <w:basedOn w:val="a4"/>
    <w:autoRedefine/>
    <w:rsid w:val="00300476"/>
    <w:pPr>
      <w:numPr>
        <w:numId w:val="6"/>
      </w:numPr>
      <w:tabs>
        <w:tab w:val="clear" w:pos="926"/>
        <w:tab w:val="num" w:pos="1800"/>
      </w:tabs>
      <w:ind w:left="0" w:firstLine="0"/>
    </w:pPr>
  </w:style>
  <w:style w:type="paragraph" w:styleId="40">
    <w:name w:val="List Bullet 4"/>
    <w:basedOn w:val="a4"/>
    <w:autoRedefine/>
    <w:rsid w:val="00300476"/>
    <w:pPr>
      <w:numPr>
        <w:numId w:val="7"/>
      </w:numPr>
      <w:tabs>
        <w:tab w:val="clear" w:pos="1209"/>
        <w:tab w:val="num" w:pos="1800"/>
      </w:tabs>
      <w:ind w:left="0" w:firstLine="0"/>
    </w:pPr>
  </w:style>
  <w:style w:type="paragraph" w:styleId="50">
    <w:name w:val="List Bullet 5"/>
    <w:basedOn w:val="a4"/>
    <w:autoRedefine/>
    <w:rsid w:val="00300476"/>
    <w:pPr>
      <w:numPr>
        <w:numId w:val="8"/>
      </w:numPr>
      <w:tabs>
        <w:tab w:val="clear" w:pos="1492"/>
        <w:tab w:val="num" w:pos="709"/>
      </w:tabs>
      <w:ind w:left="0" w:firstLine="0"/>
    </w:pPr>
  </w:style>
  <w:style w:type="paragraph" w:styleId="af2">
    <w:name w:val="Title"/>
    <w:basedOn w:val="a4"/>
    <w:qFormat/>
    <w:rsid w:val="0030047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3">
    <w:name w:val="footer"/>
    <w:basedOn w:val="a4"/>
    <w:link w:val="af4"/>
    <w:uiPriority w:val="99"/>
    <w:rsid w:val="00300476"/>
    <w:pPr>
      <w:tabs>
        <w:tab w:val="center" w:pos="4677"/>
        <w:tab w:val="right" w:pos="9355"/>
      </w:tabs>
    </w:pPr>
  </w:style>
  <w:style w:type="character" w:styleId="af5">
    <w:name w:val="page number"/>
    <w:basedOn w:val="a5"/>
    <w:rsid w:val="00300476"/>
  </w:style>
  <w:style w:type="character" w:styleId="af6">
    <w:name w:val="line number"/>
    <w:basedOn w:val="a5"/>
    <w:rsid w:val="00300476"/>
  </w:style>
  <w:style w:type="paragraph" w:styleId="a">
    <w:name w:val="List Number"/>
    <w:basedOn w:val="a4"/>
    <w:rsid w:val="00300476"/>
    <w:pPr>
      <w:numPr>
        <w:numId w:val="9"/>
      </w:numPr>
      <w:tabs>
        <w:tab w:val="clear" w:pos="360"/>
        <w:tab w:val="num" w:pos="709"/>
      </w:tabs>
      <w:ind w:left="0" w:firstLine="0"/>
    </w:pPr>
  </w:style>
  <w:style w:type="paragraph" w:styleId="2">
    <w:name w:val="List Number 2"/>
    <w:basedOn w:val="a4"/>
    <w:rsid w:val="00300476"/>
    <w:pPr>
      <w:numPr>
        <w:numId w:val="10"/>
      </w:numPr>
      <w:tabs>
        <w:tab w:val="clear" w:pos="643"/>
        <w:tab w:val="num" w:pos="360"/>
      </w:tabs>
      <w:ind w:left="0" w:firstLine="0"/>
    </w:pPr>
  </w:style>
  <w:style w:type="paragraph" w:styleId="3">
    <w:name w:val="List Number 3"/>
    <w:basedOn w:val="a4"/>
    <w:rsid w:val="00300476"/>
    <w:pPr>
      <w:numPr>
        <w:numId w:val="11"/>
      </w:numPr>
      <w:tabs>
        <w:tab w:val="clear" w:pos="926"/>
        <w:tab w:val="num" w:pos="360"/>
      </w:tabs>
      <w:ind w:left="0" w:firstLine="0"/>
    </w:pPr>
  </w:style>
  <w:style w:type="paragraph" w:styleId="4">
    <w:name w:val="List Number 4"/>
    <w:basedOn w:val="a4"/>
    <w:rsid w:val="00300476"/>
    <w:pPr>
      <w:numPr>
        <w:numId w:val="12"/>
      </w:numPr>
      <w:tabs>
        <w:tab w:val="clear" w:pos="1209"/>
        <w:tab w:val="num" w:pos="360"/>
      </w:tabs>
      <w:ind w:left="0" w:firstLine="0"/>
    </w:pPr>
  </w:style>
  <w:style w:type="paragraph" w:styleId="5">
    <w:name w:val="List Number 5"/>
    <w:basedOn w:val="a4"/>
    <w:rsid w:val="00300476"/>
    <w:pPr>
      <w:numPr>
        <w:numId w:val="13"/>
      </w:numPr>
      <w:tabs>
        <w:tab w:val="clear" w:pos="1492"/>
        <w:tab w:val="num" w:pos="360"/>
      </w:tabs>
      <w:ind w:left="0" w:firstLine="0"/>
    </w:pPr>
  </w:style>
  <w:style w:type="character" w:styleId="HTML3">
    <w:name w:val="HTML Sample"/>
    <w:rsid w:val="00300476"/>
    <w:rPr>
      <w:rFonts w:ascii="Courier New" w:hAnsi="Courier New" w:cs="Courier New"/>
    </w:rPr>
  </w:style>
  <w:style w:type="paragraph" w:styleId="23">
    <w:name w:val="envelope return"/>
    <w:basedOn w:val="a4"/>
    <w:rsid w:val="00300476"/>
    <w:rPr>
      <w:rFonts w:ascii="Arial" w:hAnsi="Arial" w:cs="Arial"/>
      <w:sz w:val="20"/>
      <w:szCs w:val="20"/>
    </w:rPr>
  </w:style>
  <w:style w:type="paragraph" w:styleId="af7">
    <w:name w:val="Normal (Web)"/>
    <w:basedOn w:val="a4"/>
    <w:uiPriority w:val="99"/>
    <w:rsid w:val="00300476"/>
    <w:rPr>
      <w:sz w:val="24"/>
    </w:rPr>
  </w:style>
  <w:style w:type="paragraph" w:styleId="af8">
    <w:name w:val="Normal Indent"/>
    <w:basedOn w:val="a4"/>
    <w:rsid w:val="00300476"/>
    <w:pPr>
      <w:ind w:left="708"/>
    </w:pPr>
  </w:style>
  <w:style w:type="character" w:styleId="HTML4">
    <w:name w:val="HTML Definition"/>
    <w:rsid w:val="00300476"/>
    <w:rPr>
      <w:i/>
      <w:iCs/>
    </w:rPr>
  </w:style>
  <w:style w:type="paragraph" w:styleId="24">
    <w:name w:val="Body Text 2"/>
    <w:basedOn w:val="a4"/>
    <w:rsid w:val="00300476"/>
    <w:pPr>
      <w:spacing w:after="120" w:line="480" w:lineRule="auto"/>
    </w:pPr>
  </w:style>
  <w:style w:type="paragraph" w:styleId="32">
    <w:name w:val="Body Text 3"/>
    <w:basedOn w:val="a4"/>
    <w:rsid w:val="00300476"/>
    <w:pPr>
      <w:spacing w:after="120"/>
    </w:pPr>
    <w:rPr>
      <w:sz w:val="16"/>
      <w:szCs w:val="16"/>
    </w:rPr>
  </w:style>
  <w:style w:type="paragraph" w:styleId="25">
    <w:name w:val="Body Text Indent 2"/>
    <w:basedOn w:val="a4"/>
    <w:rsid w:val="00300476"/>
    <w:pPr>
      <w:spacing w:after="120" w:line="480" w:lineRule="auto"/>
      <w:ind w:left="283"/>
    </w:pPr>
  </w:style>
  <w:style w:type="paragraph" w:styleId="33">
    <w:name w:val="Body Text Indent 3"/>
    <w:basedOn w:val="a4"/>
    <w:link w:val="34"/>
    <w:rsid w:val="00300476"/>
    <w:pPr>
      <w:spacing w:after="120"/>
      <w:ind w:left="283"/>
    </w:pPr>
    <w:rPr>
      <w:sz w:val="16"/>
      <w:szCs w:val="16"/>
    </w:rPr>
  </w:style>
  <w:style w:type="character" w:styleId="HTML5">
    <w:name w:val="HTML Variable"/>
    <w:rsid w:val="00300476"/>
    <w:rPr>
      <w:i/>
      <w:iCs/>
    </w:rPr>
  </w:style>
  <w:style w:type="character" w:styleId="HTML6">
    <w:name w:val="HTML Typewriter"/>
    <w:rsid w:val="00300476"/>
    <w:rPr>
      <w:rFonts w:ascii="Courier New" w:hAnsi="Courier New" w:cs="Courier New"/>
      <w:sz w:val="20"/>
      <w:szCs w:val="20"/>
    </w:rPr>
  </w:style>
  <w:style w:type="paragraph" w:styleId="af9">
    <w:name w:val="Subtitle"/>
    <w:basedOn w:val="a4"/>
    <w:qFormat/>
    <w:rsid w:val="00300476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afa">
    <w:name w:val="Signature"/>
    <w:basedOn w:val="a4"/>
    <w:rsid w:val="00300476"/>
    <w:pPr>
      <w:ind w:left="4252"/>
    </w:pPr>
  </w:style>
  <w:style w:type="paragraph" w:customStyle="1" w:styleId="a2">
    <w:name w:val="Подраздел закона"/>
    <w:basedOn w:val="a1"/>
    <w:next w:val="a4"/>
    <w:rsid w:val="00300476"/>
    <w:pPr>
      <w:numPr>
        <w:numId w:val="14"/>
      </w:numPr>
      <w:tabs>
        <w:tab w:val="clear" w:pos="709"/>
        <w:tab w:val="num" w:pos="360"/>
      </w:tabs>
    </w:pPr>
    <w:rPr>
      <w:caps w:val="0"/>
    </w:rPr>
  </w:style>
  <w:style w:type="paragraph" w:styleId="afb">
    <w:name w:val="Salutation"/>
    <w:basedOn w:val="a4"/>
    <w:next w:val="a4"/>
    <w:rsid w:val="00300476"/>
  </w:style>
  <w:style w:type="paragraph" w:customStyle="1" w:styleId="afc">
    <w:name w:val="Текст акта"/>
    <w:rsid w:val="00300476"/>
    <w:pPr>
      <w:widowControl w:val="0"/>
      <w:ind w:firstLine="709"/>
      <w:jc w:val="both"/>
    </w:pPr>
    <w:rPr>
      <w:sz w:val="28"/>
      <w:szCs w:val="24"/>
    </w:rPr>
  </w:style>
  <w:style w:type="paragraph" w:customStyle="1" w:styleId="afd">
    <w:name w:val="Приложение"/>
    <w:basedOn w:val="afc"/>
    <w:next w:val="afc"/>
    <w:rsid w:val="00300476"/>
    <w:pPr>
      <w:spacing w:line="240" w:lineRule="exact"/>
      <w:ind w:left="5670" w:firstLine="0"/>
    </w:pPr>
  </w:style>
  <w:style w:type="paragraph" w:styleId="afe">
    <w:name w:val="List Continue"/>
    <w:basedOn w:val="a4"/>
    <w:rsid w:val="00300476"/>
    <w:pPr>
      <w:spacing w:after="120"/>
      <w:ind w:left="283"/>
    </w:pPr>
  </w:style>
  <w:style w:type="paragraph" w:styleId="26">
    <w:name w:val="List Continue 2"/>
    <w:basedOn w:val="a4"/>
    <w:rsid w:val="00300476"/>
    <w:pPr>
      <w:spacing w:after="120"/>
      <w:ind w:left="566"/>
    </w:pPr>
  </w:style>
  <w:style w:type="paragraph" w:styleId="35">
    <w:name w:val="List Continue 3"/>
    <w:basedOn w:val="a4"/>
    <w:rsid w:val="00300476"/>
    <w:pPr>
      <w:spacing w:after="120"/>
      <w:ind w:left="849"/>
    </w:pPr>
  </w:style>
  <w:style w:type="paragraph" w:styleId="42">
    <w:name w:val="List Continue 4"/>
    <w:basedOn w:val="a4"/>
    <w:rsid w:val="00300476"/>
    <w:pPr>
      <w:spacing w:after="120"/>
      <w:ind w:left="1132"/>
    </w:pPr>
  </w:style>
  <w:style w:type="paragraph" w:styleId="52">
    <w:name w:val="List Continue 5"/>
    <w:basedOn w:val="a4"/>
    <w:rsid w:val="00300476"/>
    <w:pPr>
      <w:spacing w:after="120"/>
      <w:ind w:left="1415"/>
    </w:pPr>
  </w:style>
  <w:style w:type="character" w:styleId="aff">
    <w:name w:val="FollowedHyperlink"/>
    <w:rsid w:val="00300476"/>
    <w:rPr>
      <w:rFonts w:ascii="Times New Roman" w:hAnsi="Times New Roman"/>
      <w:color w:val="auto"/>
      <w:sz w:val="28"/>
      <w:u w:val="none"/>
    </w:rPr>
  </w:style>
  <w:style w:type="paragraph" w:styleId="aff0">
    <w:name w:val="List"/>
    <w:basedOn w:val="a4"/>
    <w:rsid w:val="00300476"/>
    <w:pPr>
      <w:ind w:left="283" w:hanging="283"/>
    </w:pPr>
  </w:style>
  <w:style w:type="paragraph" w:styleId="27">
    <w:name w:val="List 2"/>
    <w:basedOn w:val="a4"/>
    <w:rsid w:val="00300476"/>
    <w:pPr>
      <w:ind w:left="566" w:hanging="283"/>
    </w:pPr>
  </w:style>
  <w:style w:type="paragraph" w:styleId="36">
    <w:name w:val="List 3"/>
    <w:basedOn w:val="a4"/>
    <w:rsid w:val="00300476"/>
    <w:pPr>
      <w:ind w:left="849" w:hanging="283"/>
    </w:pPr>
  </w:style>
  <w:style w:type="paragraph" w:styleId="43">
    <w:name w:val="List 4"/>
    <w:basedOn w:val="a4"/>
    <w:rsid w:val="00300476"/>
    <w:pPr>
      <w:ind w:left="1132" w:hanging="283"/>
    </w:pPr>
  </w:style>
  <w:style w:type="paragraph" w:styleId="53">
    <w:name w:val="List 5"/>
    <w:basedOn w:val="a4"/>
    <w:rsid w:val="00300476"/>
    <w:pPr>
      <w:ind w:left="1415" w:hanging="283"/>
    </w:pPr>
  </w:style>
  <w:style w:type="paragraph" w:styleId="HTML7">
    <w:name w:val="HTML Preformatted"/>
    <w:basedOn w:val="a4"/>
    <w:rsid w:val="00300476"/>
    <w:rPr>
      <w:rFonts w:ascii="Courier New" w:hAnsi="Courier New" w:cs="Courier New"/>
      <w:sz w:val="20"/>
      <w:szCs w:val="20"/>
    </w:rPr>
  </w:style>
  <w:style w:type="paragraph" w:customStyle="1" w:styleId="aff1">
    <w:name w:val="Статья закона"/>
    <w:next w:val="afc"/>
    <w:autoRedefine/>
    <w:rsid w:val="00E91B4F"/>
    <w:pPr>
      <w:keepNext/>
      <w:tabs>
        <w:tab w:val="num" w:pos="700"/>
      </w:tabs>
      <w:ind w:firstLine="709"/>
      <w:jc w:val="both"/>
    </w:pPr>
    <w:rPr>
      <w:b/>
      <w:sz w:val="28"/>
      <w:szCs w:val="28"/>
    </w:rPr>
  </w:style>
  <w:style w:type="character" w:styleId="aff2">
    <w:name w:val="Strong"/>
    <w:qFormat/>
    <w:rsid w:val="00300476"/>
    <w:rPr>
      <w:b/>
      <w:bCs/>
    </w:rPr>
  </w:style>
  <w:style w:type="paragraph" w:styleId="aff3">
    <w:name w:val="Plain Text"/>
    <w:basedOn w:val="a4"/>
    <w:rsid w:val="00300476"/>
    <w:rPr>
      <w:rFonts w:ascii="Courier New" w:hAnsi="Courier New" w:cs="Courier New"/>
      <w:sz w:val="20"/>
      <w:szCs w:val="20"/>
    </w:rPr>
  </w:style>
  <w:style w:type="paragraph" w:customStyle="1" w:styleId="aff4">
    <w:name w:val="Текст закона"/>
    <w:basedOn w:val="aff3"/>
    <w:semiHidden/>
    <w:rsid w:val="00300476"/>
    <w:pPr>
      <w:ind w:firstLine="709"/>
      <w:jc w:val="both"/>
    </w:pPr>
    <w:rPr>
      <w:rFonts w:ascii="Times New Roman" w:hAnsi="Times New Roman"/>
      <w:sz w:val="24"/>
      <w:lang w:val="en-US"/>
    </w:rPr>
  </w:style>
  <w:style w:type="paragraph" w:styleId="aff5">
    <w:name w:val="Block Text"/>
    <w:basedOn w:val="a4"/>
    <w:rsid w:val="00300476"/>
    <w:pPr>
      <w:spacing w:after="120"/>
      <w:ind w:left="1440" w:right="1440"/>
    </w:pPr>
  </w:style>
  <w:style w:type="character" w:styleId="HTML8">
    <w:name w:val="HTML Cite"/>
    <w:rsid w:val="00300476"/>
    <w:rPr>
      <w:i/>
      <w:iCs/>
    </w:rPr>
  </w:style>
  <w:style w:type="paragraph" w:styleId="aff6">
    <w:name w:val="Message Header"/>
    <w:basedOn w:val="a4"/>
    <w:rsid w:val="0030047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aff7">
    <w:name w:val="E-mail Signature"/>
    <w:basedOn w:val="a4"/>
    <w:rsid w:val="00300476"/>
  </w:style>
  <w:style w:type="paragraph" w:customStyle="1" w:styleId="ConsPlusNonformat">
    <w:name w:val="ConsPlusNonformat"/>
    <w:rsid w:val="0030047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0047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300476"/>
    <w:pPr>
      <w:widowControl w:val="0"/>
      <w:ind w:firstLine="720"/>
    </w:pPr>
    <w:rPr>
      <w:rFonts w:ascii="Arial" w:hAnsi="Arial"/>
      <w:snapToGrid w:val="0"/>
    </w:rPr>
  </w:style>
  <w:style w:type="paragraph" w:styleId="aff8">
    <w:name w:val="Balloon Text"/>
    <w:basedOn w:val="a4"/>
    <w:semiHidden/>
    <w:rsid w:val="001633E0"/>
    <w:rPr>
      <w:rFonts w:ascii="Tahoma" w:hAnsi="Tahoma" w:cs="Tahoma"/>
      <w:sz w:val="16"/>
      <w:szCs w:val="16"/>
    </w:rPr>
  </w:style>
  <w:style w:type="table" w:styleId="aff9">
    <w:name w:val="Table Grid"/>
    <w:basedOn w:val="a6"/>
    <w:rsid w:val="002C24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1"/>
    <w:basedOn w:val="a4"/>
    <w:rsid w:val="000A2A5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a">
    <w:name w:val="No Spacing"/>
    <w:uiPriority w:val="1"/>
    <w:qFormat/>
    <w:rsid w:val="005B30CE"/>
    <w:rPr>
      <w:sz w:val="28"/>
      <w:szCs w:val="24"/>
    </w:rPr>
  </w:style>
  <w:style w:type="paragraph" w:customStyle="1" w:styleId="ConsPlusTitle">
    <w:name w:val="ConsPlusTitle"/>
    <w:rsid w:val="005B30C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character" w:customStyle="1" w:styleId="FontStyle11">
    <w:name w:val="Font Style11"/>
    <w:rsid w:val="00753899"/>
    <w:rPr>
      <w:rFonts w:ascii="Times New Roman" w:hAnsi="Times New Roman" w:cs="Times New Roman"/>
      <w:sz w:val="24"/>
      <w:szCs w:val="24"/>
    </w:rPr>
  </w:style>
  <w:style w:type="paragraph" w:styleId="affb">
    <w:name w:val="List Paragraph"/>
    <w:basedOn w:val="a4"/>
    <w:uiPriority w:val="34"/>
    <w:qFormat/>
    <w:rsid w:val="00660A84"/>
    <w:pPr>
      <w:ind w:left="720"/>
    </w:pPr>
  </w:style>
  <w:style w:type="character" w:customStyle="1" w:styleId="af4">
    <w:name w:val="Нижний колонтитул Знак"/>
    <w:link w:val="af3"/>
    <w:uiPriority w:val="99"/>
    <w:rsid w:val="00976D29"/>
    <w:rPr>
      <w:sz w:val="28"/>
      <w:szCs w:val="24"/>
    </w:rPr>
  </w:style>
  <w:style w:type="character" w:customStyle="1" w:styleId="34">
    <w:name w:val="Основной текст с отступом 3 Знак"/>
    <w:link w:val="33"/>
    <w:rsid w:val="00F36CAA"/>
    <w:rPr>
      <w:sz w:val="16"/>
      <w:szCs w:val="16"/>
    </w:rPr>
  </w:style>
  <w:style w:type="character" w:styleId="affc">
    <w:name w:val="annotation reference"/>
    <w:rsid w:val="001346B9"/>
    <w:rPr>
      <w:sz w:val="16"/>
      <w:szCs w:val="16"/>
    </w:rPr>
  </w:style>
  <w:style w:type="paragraph" w:styleId="affd">
    <w:name w:val="annotation text"/>
    <w:basedOn w:val="a4"/>
    <w:link w:val="affe"/>
    <w:rsid w:val="001346B9"/>
    <w:rPr>
      <w:sz w:val="20"/>
      <w:szCs w:val="20"/>
    </w:rPr>
  </w:style>
  <w:style w:type="character" w:customStyle="1" w:styleId="affe">
    <w:name w:val="Текст примечания Знак"/>
    <w:basedOn w:val="a5"/>
    <w:link w:val="affd"/>
    <w:rsid w:val="001346B9"/>
  </w:style>
  <w:style w:type="paragraph" w:styleId="afff">
    <w:name w:val="annotation subject"/>
    <w:basedOn w:val="affd"/>
    <w:next w:val="affd"/>
    <w:link w:val="afff0"/>
    <w:rsid w:val="001346B9"/>
    <w:rPr>
      <w:b/>
      <w:bCs/>
    </w:rPr>
  </w:style>
  <w:style w:type="character" w:customStyle="1" w:styleId="afff0">
    <w:name w:val="Тема примечания Знак"/>
    <w:link w:val="afff"/>
    <w:rsid w:val="001346B9"/>
    <w:rPr>
      <w:b/>
      <w:bCs/>
    </w:rPr>
  </w:style>
  <w:style w:type="character" w:customStyle="1" w:styleId="markedcontent">
    <w:name w:val="markedcontent"/>
    <w:basedOn w:val="a5"/>
    <w:rsid w:val="00B55CE7"/>
  </w:style>
  <w:style w:type="character" w:customStyle="1" w:styleId="extendedtext-short">
    <w:name w:val="extendedtext-short"/>
    <w:basedOn w:val="a5"/>
    <w:rsid w:val="00E901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300476"/>
    <w:rPr>
      <w:sz w:val="28"/>
      <w:szCs w:val="24"/>
    </w:rPr>
  </w:style>
  <w:style w:type="paragraph" w:styleId="1">
    <w:name w:val="heading 1"/>
    <w:basedOn w:val="a4"/>
    <w:next w:val="a4"/>
    <w:qFormat/>
    <w:rsid w:val="00300476"/>
    <w:pPr>
      <w:keepNext/>
      <w:pageBreakBefore/>
      <w:numPr>
        <w:numId w:val="3"/>
      </w:numPr>
      <w:tabs>
        <w:tab w:val="clear" w:pos="1800"/>
        <w:tab w:val="num" w:pos="709"/>
      </w:tabs>
      <w:jc w:val="both"/>
      <w:outlineLvl w:val="0"/>
    </w:pPr>
  </w:style>
  <w:style w:type="paragraph" w:styleId="21">
    <w:name w:val="heading 2"/>
    <w:basedOn w:val="a4"/>
    <w:next w:val="a4"/>
    <w:qFormat/>
    <w:rsid w:val="00300476"/>
    <w:pPr>
      <w:keepNext/>
      <w:numPr>
        <w:ilvl w:val="1"/>
        <w:numId w:val="15"/>
      </w:numPr>
      <w:tabs>
        <w:tab w:val="num" w:pos="360"/>
      </w:tabs>
      <w:spacing w:before="240" w:after="60"/>
      <w:ind w:left="1440"/>
      <w:jc w:val="both"/>
      <w:outlineLvl w:val="1"/>
    </w:pPr>
    <w:rPr>
      <w:rFonts w:cs="Arial"/>
      <w:bCs/>
      <w:iCs/>
      <w:szCs w:val="28"/>
    </w:rPr>
  </w:style>
  <w:style w:type="paragraph" w:styleId="31">
    <w:name w:val="heading 3"/>
    <w:basedOn w:val="a4"/>
    <w:next w:val="a4"/>
    <w:qFormat/>
    <w:rsid w:val="00300476"/>
    <w:pPr>
      <w:keepNext/>
      <w:numPr>
        <w:ilvl w:val="2"/>
        <w:numId w:val="15"/>
      </w:numPr>
      <w:tabs>
        <w:tab w:val="num" w:pos="360"/>
      </w:tabs>
      <w:ind w:left="2160" w:hanging="180"/>
      <w:jc w:val="both"/>
      <w:outlineLvl w:val="2"/>
    </w:pPr>
    <w:rPr>
      <w:szCs w:val="28"/>
    </w:rPr>
  </w:style>
  <w:style w:type="paragraph" w:styleId="41">
    <w:name w:val="heading 4"/>
    <w:basedOn w:val="a4"/>
    <w:next w:val="a4"/>
    <w:qFormat/>
    <w:rsid w:val="00300476"/>
    <w:pPr>
      <w:keepNext/>
      <w:numPr>
        <w:ilvl w:val="3"/>
        <w:numId w:val="15"/>
      </w:numPr>
      <w:tabs>
        <w:tab w:val="num" w:pos="360"/>
      </w:tabs>
      <w:spacing w:before="240" w:after="60"/>
      <w:ind w:left="2880"/>
      <w:jc w:val="both"/>
      <w:outlineLvl w:val="3"/>
    </w:pPr>
    <w:rPr>
      <w:bCs/>
      <w:szCs w:val="28"/>
    </w:rPr>
  </w:style>
  <w:style w:type="paragraph" w:styleId="51">
    <w:name w:val="heading 5"/>
    <w:basedOn w:val="a4"/>
    <w:next w:val="a4"/>
    <w:qFormat/>
    <w:rsid w:val="00300476"/>
    <w:pPr>
      <w:numPr>
        <w:ilvl w:val="4"/>
        <w:numId w:val="15"/>
      </w:numPr>
      <w:tabs>
        <w:tab w:val="num" w:pos="360"/>
      </w:tabs>
      <w:spacing w:before="240" w:after="60"/>
      <w:ind w:left="3600"/>
      <w:jc w:val="both"/>
      <w:outlineLvl w:val="4"/>
    </w:pPr>
    <w:rPr>
      <w:bCs/>
      <w:iCs/>
      <w:szCs w:val="26"/>
    </w:rPr>
  </w:style>
  <w:style w:type="paragraph" w:styleId="6">
    <w:name w:val="heading 6"/>
    <w:basedOn w:val="a4"/>
    <w:next w:val="a4"/>
    <w:qFormat/>
    <w:rsid w:val="00300476"/>
    <w:pPr>
      <w:numPr>
        <w:ilvl w:val="5"/>
        <w:numId w:val="15"/>
      </w:numPr>
      <w:tabs>
        <w:tab w:val="num" w:pos="360"/>
      </w:tabs>
      <w:spacing w:before="240" w:after="60"/>
      <w:ind w:left="4320" w:hanging="180"/>
      <w:jc w:val="both"/>
      <w:outlineLvl w:val="5"/>
    </w:pPr>
    <w:rPr>
      <w:bCs/>
      <w:szCs w:val="22"/>
    </w:rPr>
  </w:style>
  <w:style w:type="paragraph" w:styleId="7">
    <w:name w:val="heading 7"/>
    <w:basedOn w:val="a4"/>
    <w:next w:val="a4"/>
    <w:qFormat/>
    <w:rsid w:val="00300476"/>
    <w:pPr>
      <w:numPr>
        <w:ilvl w:val="6"/>
        <w:numId w:val="15"/>
      </w:numPr>
      <w:tabs>
        <w:tab w:val="num" w:pos="360"/>
      </w:tabs>
      <w:spacing w:before="240" w:after="60"/>
      <w:ind w:left="5040"/>
      <w:outlineLvl w:val="6"/>
    </w:pPr>
    <w:rPr>
      <w:sz w:val="24"/>
    </w:rPr>
  </w:style>
  <w:style w:type="paragraph" w:styleId="8">
    <w:name w:val="heading 8"/>
    <w:basedOn w:val="a4"/>
    <w:next w:val="a4"/>
    <w:qFormat/>
    <w:rsid w:val="00300476"/>
    <w:pPr>
      <w:numPr>
        <w:ilvl w:val="7"/>
        <w:numId w:val="15"/>
      </w:numPr>
      <w:tabs>
        <w:tab w:val="num" w:pos="360"/>
      </w:tabs>
      <w:spacing w:before="240" w:after="60"/>
      <w:ind w:left="5760"/>
      <w:outlineLvl w:val="7"/>
    </w:pPr>
    <w:rPr>
      <w:i/>
      <w:iCs/>
      <w:sz w:val="24"/>
    </w:rPr>
  </w:style>
  <w:style w:type="paragraph" w:styleId="9">
    <w:name w:val="heading 9"/>
    <w:basedOn w:val="a4"/>
    <w:next w:val="a4"/>
    <w:qFormat/>
    <w:rsid w:val="00300476"/>
    <w:pPr>
      <w:numPr>
        <w:ilvl w:val="8"/>
        <w:numId w:val="15"/>
      </w:numPr>
      <w:tabs>
        <w:tab w:val="num" w:pos="360"/>
      </w:tabs>
      <w:spacing w:before="240" w:after="60"/>
      <w:ind w:left="6480" w:hanging="180"/>
      <w:outlineLvl w:val="8"/>
    </w:pPr>
    <w:rPr>
      <w:rFonts w:ascii="Arial" w:hAnsi="Arial" w:cs="Arial"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HTML">
    <w:name w:val="HTML Address"/>
    <w:basedOn w:val="a4"/>
    <w:rsid w:val="00300476"/>
    <w:rPr>
      <w:i/>
      <w:iCs/>
    </w:rPr>
  </w:style>
  <w:style w:type="paragraph" w:styleId="a8">
    <w:name w:val="envelope address"/>
    <w:basedOn w:val="a4"/>
    <w:rsid w:val="00300476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character" w:styleId="HTML0">
    <w:name w:val="HTML Acronym"/>
    <w:basedOn w:val="a5"/>
    <w:rsid w:val="00300476"/>
  </w:style>
  <w:style w:type="paragraph" w:styleId="a9">
    <w:name w:val="header"/>
    <w:basedOn w:val="a4"/>
    <w:rsid w:val="00300476"/>
    <w:pPr>
      <w:tabs>
        <w:tab w:val="center" w:pos="4677"/>
        <w:tab w:val="right" w:pos="9355"/>
      </w:tabs>
    </w:pPr>
  </w:style>
  <w:style w:type="character" w:styleId="aa">
    <w:name w:val="Emphasis"/>
    <w:qFormat/>
    <w:rsid w:val="00300476"/>
    <w:rPr>
      <w:i/>
      <w:iCs/>
    </w:rPr>
  </w:style>
  <w:style w:type="character" w:styleId="ab">
    <w:name w:val="Hyperlink"/>
    <w:rsid w:val="00300476"/>
    <w:rPr>
      <w:rFonts w:ascii="Times New Roman" w:hAnsi="Times New Roman"/>
      <w:color w:val="auto"/>
      <w:sz w:val="28"/>
      <w:u w:val="none"/>
    </w:rPr>
  </w:style>
  <w:style w:type="paragraph" w:customStyle="1" w:styleId="a1">
    <w:name w:val="Раздел закона"/>
    <w:next w:val="a4"/>
    <w:rsid w:val="00300476"/>
    <w:pPr>
      <w:numPr>
        <w:numId w:val="1"/>
      </w:numPr>
      <w:tabs>
        <w:tab w:val="clear" w:pos="709"/>
        <w:tab w:val="num" w:pos="1492"/>
      </w:tabs>
      <w:spacing w:before="480" w:after="480" w:line="240" w:lineRule="exact"/>
      <w:ind w:left="1492" w:hanging="360"/>
      <w:jc w:val="center"/>
    </w:pPr>
    <w:rPr>
      <w:b/>
      <w:caps/>
      <w:sz w:val="28"/>
      <w:szCs w:val="28"/>
    </w:rPr>
  </w:style>
  <w:style w:type="paragraph" w:customStyle="1" w:styleId="a3">
    <w:name w:val="Глава закона"/>
    <w:basedOn w:val="a1"/>
    <w:next w:val="a4"/>
    <w:rsid w:val="00300476"/>
    <w:pPr>
      <w:numPr>
        <w:numId w:val="2"/>
      </w:numPr>
      <w:tabs>
        <w:tab w:val="clear" w:pos="709"/>
        <w:tab w:val="num" w:pos="360"/>
      </w:tabs>
      <w:ind w:left="360" w:hanging="360"/>
    </w:pPr>
  </w:style>
  <w:style w:type="paragraph" w:styleId="ac">
    <w:name w:val="Date"/>
    <w:basedOn w:val="a4"/>
    <w:next w:val="a4"/>
    <w:rsid w:val="00300476"/>
  </w:style>
  <w:style w:type="paragraph" w:styleId="ad">
    <w:name w:val="Note Heading"/>
    <w:basedOn w:val="a4"/>
    <w:next w:val="a4"/>
    <w:rsid w:val="00300476"/>
  </w:style>
  <w:style w:type="paragraph" w:styleId="ae">
    <w:name w:val="Closing"/>
    <w:basedOn w:val="a4"/>
    <w:rsid w:val="00300476"/>
    <w:pPr>
      <w:ind w:left="4252"/>
    </w:pPr>
  </w:style>
  <w:style w:type="character" w:styleId="HTML1">
    <w:name w:val="HTML Keyboard"/>
    <w:rsid w:val="00300476"/>
    <w:rPr>
      <w:rFonts w:ascii="Courier New" w:hAnsi="Courier New" w:cs="Courier New"/>
      <w:sz w:val="20"/>
      <w:szCs w:val="20"/>
    </w:rPr>
  </w:style>
  <w:style w:type="character" w:styleId="HTML2">
    <w:name w:val="HTML Code"/>
    <w:rsid w:val="00300476"/>
    <w:rPr>
      <w:rFonts w:ascii="Courier New" w:hAnsi="Courier New" w:cs="Courier New"/>
      <w:sz w:val="20"/>
      <w:szCs w:val="20"/>
    </w:rPr>
  </w:style>
  <w:style w:type="paragraph" w:styleId="af">
    <w:name w:val="Body Text"/>
    <w:basedOn w:val="a4"/>
    <w:rsid w:val="00300476"/>
    <w:pPr>
      <w:spacing w:after="120"/>
    </w:pPr>
  </w:style>
  <w:style w:type="paragraph" w:styleId="af0">
    <w:name w:val="Body Text First Indent"/>
    <w:basedOn w:val="af"/>
    <w:rsid w:val="00300476"/>
    <w:pPr>
      <w:ind w:firstLine="210"/>
    </w:pPr>
  </w:style>
  <w:style w:type="paragraph" w:styleId="af1">
    <w:name w:val="Body Text Indent"/>
    <w:basedOn w:val="a4"/>
    <w:rsid w:val="00300476"/>
    <w:pPr>
      <w:ind w:firstLine="709"/>
      <w:jc w:val="both"/>
    </w:pPr>
    <w:rPr>
      <w:szCs w:val="20"/>
    </w:rPr>
  </w:style>
  <w:style w:type="paragraph" w:styleId="22">
    <w:name w:val="Body Text First Indent 2"/>
    <w:basedOn w:val="af1"/>
    <w:rsid w:val="00300476"/>
    <w:pPr>
      <w:spacing w:after="120"/>
      <w:ind w:left="283" w:firstLine="210"/>
      <w:jc w:val="left"/>
    </w:pPr>
    <w:rPr>
      <w:szCs w:val="24"/>
    </w:rPr>
  </w:style>
  <w:style w:type="paragraph" w:styleId="a0">
    <w:name w:val="List Bullet"/>
    <w:basedOn w:val="a4"/>
    <w:autoRedefine/>
    <w:rsid w:val="00300476"/>
    <w:pPr>
      <w:numPr>
        <w:numId w:val="4"/>
      </w:numPr>
    </w:pPr>
  </w:style>
  <w:style w:type="paragraph" w:styleId="20">
    <w:name w:val="List Bullet 2"/>
    <w:basedOn w:val="a4"/>
    <w:autoRedefine/>
    <w:rsid w:val="00300476"/>
    <w:pPr>
      <w:numPr>
        <w:numId w:val="5"/>
      </w:numPr>
      <w:tabs>
        <w:tab w:val="clear" w:pos="643"/>
        <w:tab w:val="num" w:pos="1800"/>
      </w:tabs>
      <w:ind w:left="0" w:firstLine="0"/>
    </w:pPr>
  </w:style>
  <w:style w:type="paragraph" w:styleId="30">
    <w:name w:val="List Bullet 3"/>
    <w:basedOn w:val="a4"/>
    <w:autoRedefine/>
    <w:rsid w:val="00300476"/>
    <w:pPr>
      <w:numPr>
        <w:numId w:val="6"/>
      </w:numPr>
      <w:tabs>
        <w:tab w:val="clear" w:pos="926"/>
        <w:tab w:val="num" w:pos="1800"/>
      </w:tabs>
      <w:ind w:left="0" w:firstLine="0"/>
    </w:pPr>
  </w:style>
  <w:style w:type="paragraph" w:styleId="40">
    <w:name w:val="List Bullet 4"/>
    <w:basedOn w:val="a4"/>
    <w:autoRedefine/>
    <w:rsid w:val="00300476"/>
    <w:pPr>
      <w:numPr>
        <w:numId w:val="7"/>
      </w:numPr>
      <w:tabs>
        <w:tab w:val="clear" w:pos="1209"/>
        <w:tab w:val="num" w:pos="1800"/>
      </w:tabs>
      <w:ind w:left="0" w:firstLine="0"/>
    </w:pPr>
  </w:style>
  <w:style w:type="paragraph" w:styleId="50">
    <w:name w:val="List Bullet 5"/>
    <w:basedOn w:val="a4"/>
    <w:autoRedefine/>
    <w:rsid w:val="00300476"/>
    <w:pPr>
      <w:numPr>
        <w:numId w:val="8"/>
      </w:numPr>
      <w:tabs>
        <w:tab w:val="clear" w:pos="1492"/>
        <w:tab w:val="num" w:pos="709"/>
      </w:tabs>
      <w:ind w:left="0" w:firstLine="0"/>
    </w:pPr>
  </w:style>
  <w:style w:type="paragraph" w:styleId="af2">
    <w:name w:val="Title"/>
    <w:basedOn w:val="a4"/>
    <w:qFormat/>
    <w:rsid w:val="0030047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3">
    <w:name w:val="footer"/>
    <w:basedOn w:val="a4"/>
    <w:link w:val="af4"/>
    <w:uiPriority w:val="99"/>
    <w:rsid w:val="00300476"/>
    <w:pPr>
      <w:tabs>
        <w:tab w:val="center" w:pos="4677"/>
        <w:tab w:val="right" w:pos="9355"/>
      </w:tabs>
    </w:pPr>
  </w:style>
  <w:style w:type="character" w:styleId="af5">
    <w:name w:val="page number"/>
    <w:basedOn w:val="a5"/>
    <w:rsid w:val="00300476"/>
  </w:style>
  <w:style w:type="character" w:styleId="af6">
    <w:name w:val="line number"/>
    <w:basedOn w:val="a5"/>
    <w:rsid w:val="00300476"/>
  </w:style>
  <w:style w:type="paragraph" w:styleId="a">
    <w:name w:val="List Number"/>
    <w:basedOn w:val="a4"/>
    <w:rsid w:val="00300476"/>
    <w:pPr>
      <w:numPr>
        <w:numId w:val="9"/>
      </w:numPr>
      <w:tabs>
        <w:tab w:val="clear" w:pos="360"/>
        <w:tab w:val="num" w:pos="709"/>
      </w:tabs>
      <w:ind w:left="0" w:firstLine="0"/>
    </w:pPr>
  </w:style>
  <w:style w:type="paragraph" w:styleId="2">
    <w:name w:val="List Number 2"/>
    <w:basedOn w:val="a4"/>
    <w:rsid w:val="00300476"/>
    <w:pPr>
      <w:numPr>
        <w:numId w:val="10"/>
      </w:numPr>
      <w:tabs>
        <w:tab w:val="clear" w:pos="643"/>
        <w:tab w:val="num" w:pos="360"/>
      </w:tabs>
      <w:ind w:left="0" w:firstLine="0"/>
    </w:pPr>
  </w:style>
  <w:style w:type="paragraph" w:styleId="3">
    <w:name w:val="List Number 3"/>
    <w:basedOn w:val="a4"/>
    <w:rsid w:val="00300476"/>
    <w:pPr>
      <w:numPr>
        <w:numId w:val="11"/>
      </w:numPr>
      <w:tabs>
        <w:tab w:val="clear" w:pos="926"/>
        <w:tab w:val="num" w:pos="360"/>
      </w:tabs>
      <w:ind w:left="0" w:firstLine="0"/>
    </w:pPr>
  </w:style>
  <w:style w:type="paragraph" w:styleId="4">
    <w:name w:val="List Number 4"/>
    <w:basedOn w:val="a4"/>
    <w:rsid w:val="00300476"/>
    <w:pPr>
      <w:numPr>
        <w:numId w:val="12"/>
      </w:numPr>
      <w:tabs>
        <w:tab w:val="clear" w:pos="1209"/>
        <w:tab w:val="num" w:pos="360"/>
      </w:tabs>
      <w:ind w:left="0" w:firstLine="0"/>
    </w:pPr>
  </w:style>
  <w:style w:type="paragraph" w:styleId="5">
    <w:name w:val="List Number 5"/>
    <w:basedOn w:val="a4"/>
    <w:rsid w:val="00300476"/>
    <w:pPr>
      <w:numPr>
        <w:numId w:val="13"/>
      </w:numPr>
      <w:tabs>
        <w:tab w:val="clear" w:pos="1492"/>
        <w:tab w:val="num" w:pos="360"/>
      </w:tabs>
      <w:ind w:left="0" w:firstLine="0"/>
    </w:pPr>
  </w:style>
  <w:style w:type="character" w:styleId="HTML3">
    <w:name w:val="HTML Sample"/>
    <w:rsid w:val="00300476"/>
    <w:rPr>
      <w:rFonts w:ascii="Courier New" w:hAnsi="Courier New" w:cs="Courier New"/>
    </w:rPr>
  </w:style>
  <w:style w:type="paragraph" w:styleId="23">
    <w:name w:val="envelope return"/>
    <w:basedOn w:val="a4"/>
    <w:rsid w:val="00300476"/>
    <w:rPr>
      <w:rFonts w:ascii="Arial" w:hAnsi="Arial" w:cs="Arial"/>
      <w:sz w:val="20"/>
      <w:szCs w:val="20"/>
    </w:rPr>
  </w:style>
  <w:style w:type="paragraph" w:styleId="af7">
    <w:name w:val="Normal (Web)"/>
    <w:basedOn w:val="a4"/>
    <w:uiPriority w:val="99"/>
    <w:rsid w:val="00300476"/>
    <w:rPr>
      <w:sz w:val="24"/>
    </w:rPr>
  </w:style>
  <w:style w:type="paragraph" w:styleId="af8">
    <w:name w:val="Normal Indent"/>
    <w:basedOn w:val="a4"/>
    <w:rsid w:val="00300476"/>
    <w:pPr>
      <w:ind w:left="708"/>
    </w:pPr>
  </w:style>
  <w:style w:type="character" w:styleId="HTML4">
    <w:name w:val="HTML Definition"/>
    <w:rsid w:val="00300476"/>
    <w:rPr>
      <w:i/>
      <w:iCs/>
    </w:rPr>
  </w:style>
  <w:style w:type="paragraph" w:styleId="24">
    <w:name w:val="Body Text 2"/>
    <w:basedOn w:val="a4"/>
    <w:rsid w:val="00300476"/>
    <w:pPr>
      <w:spacing w:after="120" w:line="480" w:lineRule="auto"/>
    </w:pPr>
  </w:style>
  <w:style w:type="paragraph" w:styleId="32">
    <w:name w:val="Body Text 3"/>
    <w:basedOn w:val="a4"/>
    <w:rsid w:val="00300476"/>
    <w:pPr>
      <w:spacing w:after="120"/>
    </w:pPr>
    <w:rPr>
      <w:sz w:val="16"/>
      <w:szCs w:val="16"/>
    </w:rPr>
  </w:style>
  <w:style w:type="paragraph" w:styleId="25">
    <w:name w:val="Body Text Indent 2"/>
    <w:basedOn w:val="a4"/>
    <w:rsid w:val="00300476"/>
    <w:pPr>
      <w:spacing w:after="120" w:line="480" w:lineRule="auto"/>
      <w:ind w:left="283"/>
    </w:pPr>
  </w:style>
  <w:style w:type="paragraph" w:styleId="33">
    <w:name w:val="Body Text Indent 3"/>
    <w:basedOn w:val="a4"/>
    <w:link w:val="34"/>
    <w:rsid w:val="00300476"/>
    <w:pPr>
      <w:spacing w:after="120"/>
      <w:ind w:left="283"/>
    </w:pPr>
    <w:rPr>
      <w:sz w:val="16"/>
      <w:szCs w:val="16"/>
    </w:rPr>
  </w:style>
  <w:style w:type="character" w:styleId="HTML5">
    <w:name w:val="HTML Variable"/>
    <w:rsid w:val="00300476"/>
    <w:rPr>
      <w:i/>
      <w:iCs/>
    </w:rPr>
  </w:style>
  <w:style w:type="character" w:styleId="HTML6">
    <w:name w:val="HTML Typewriter"/>
    <w:rsid w:val="00300476"/>
    <w:rPr>
      <w:rFonts w:ascii="Courier New" w:hAnsi="Courier New" w:cs="Courier New"/>
      <w:sz w:val="20"/>
      <w:szCs w:val="20"/>
    </w:rPr>
  </w:style>
  <w:style w:type="paragraph" w:styleId="af9">
    <w:name w:val="Subtitle"/>
    <w:basedOn w:val="a4"/>
    <w:qFormat/>
    <w:rsid w:val="00300476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afa">
    <w:name w:val="Signature"/>
    <w:basedOn w:val="a4"/>
    <w:rsid w:val="00300476"/>
    <w:pPr>
      <w:ind w:left="4252"/>
    </w:pPr>
  </w:style>
  <w:style w:type="paragraph" w:customStyle="1" w:styleId="a2">
    <w:name w:val="Подраздел закона"/>
    <w:basedOn w:val="a1"/>
    <w:next w:val="a4"/>
    <w:rsid w:val="00300476"/>
    <w:pPr>
      <w:numPr>
        <w:numId w:val="14"/>
      </w:numPr>
      <w:tabs>
        <w:tab w:val="clear" w:pos="709"/>
        <w:tab w:val="num" w:pos="360"/>
      </w:tabs>
    </w:pPr>
    <w:rPr>
      <w:caps w:val="0"/>
    </w:rPr>
  </w:style>
  <w:style w:type="paragraph" w:styleId="afb">
    <w:name w:val="Salutation"/>
    <w:basedOn w:val="a4"/>
    <w:next w:val="a4"/>
    <w:rsid w:val="00300476"/>
  </w:style>
  <w:style w:type="paragraph" w:customStyle="1" w:styleId="afc">
    <w:name w:val="Текст акта"/>
    <w:rsid w:val="00300476"/>
    <w:pPr>
      <w:widowControl w:val="0"/>
      <w:ind w:firstLine="709"/>
      <w:jc w:val="both"/>
    </w:pPr>
    <w:rPr>
      <w:sz w:val="28"/>
      <w:szCs w:val="24"/>
    </w:rPr>
  </w:style>
  <w:style w:type="paragraph" w:customStyle="1" w:styleId="afd">
    <w:name w:val="Приложение"/>
    <w:basedOn w:val="afc"/>
    <w:next w:val="afc"/>
    <w:rsid w:val="00300476"/>
    <w:pPr>
      <w:spacing w:line="240" w:lineRule="exact"/>
      <w:ind w:left="5670" w:firstLine="0"/>
    </w:pPr>
  </w:style>
  <w:style w:type="paragraph" w:styleId="afe">
    <w:name w:val="List Continue"/>
    <w:basedOn w:val="a4"/>
    <w:rsid w:val="00300476"/>
    <w:pPr>
      <w:spacing w:after="120"/>
      <w:ind w:left="283"/>
    </w:pPr>
  </w:style>
  <w:style w:type="paragraph" w:styleId="26">
    <w:name w:val="List Continue 2"/>
    <w:basedOn w:val="a4"/>
    <w:rsid w:val="00300476"/>
    <w:pPr>
      <w:spacing w:after="120"/>
      <w:ind w:left="566"/>
    </w:pPr>
  </w:style>
  <w:style w:type="paragraph" w:styleId="35">
    <w:name w:val="List Continue 3"/>
    <w:basedOn w:val="a4"/>
    <w:rsid w:val="00300476"/>
    <w:pPr>
      <w:spacing w:after="120"/>
      <w:ind w:left="849"/>
    </w:pPr>
  </w:style>
  <w:style w:type="paragraph" w:styleId="42">
    <w:name w:val="List Continue 4"/>
    <w:basedOn w:val="a4"/>
    <w:rsid w:val="00300476"/>
    <w:pPr>
      <w:spacing w:after="120"/>
      <w:ind w:left="1132"/>
    </w:pPr>
  </w:style>
  <w:style w:type="paragraph" w:styleId="52">
    <w:name w:val="List Continue 5"/>
    <w:basedOn w:val="a4"/>
    <w:rsid w:val="00300476"/>
    <w:pPr>
      <w:spacing w:after="120"/>
      <w:ind w:left="1415"/>
    </w:pPr>
  </w:style>
  <w:style w:type="character" w:styleId="aff">
    <w:name w:val="FollowedHyperlink"/>
    <w:rsid w:val="00300476"/>
    <w:rPr>
      <w:rFonts w:ascii="Times New Roman" w:hAnsi="Times New Roman"/>
      <w:color w:val="auto"/>
      <w:sz w:val="28"/>
      <w:u w:val="none"/>
    </w:rPr>
  </w:style>
  <w:style w:type="paragraph" w:styleId="aff0">
    <w:name w:val="List"/>
    <w:basedOn w:val="a4"/>
    <w:rsid w:val="00300476"/>
    <w:pPr>
      <w:ind w:left="283" w:hanging="283"/>
    </w:pPr>
  </w:style>
  <w:style w:type="paragraph" w:styleId="27">
    <w:name w:val="List 2"/>
    <w:basedOn w:val="a4"/>
    <w:rsid w:val="00300476"/>
    <w:pPr>
      <w:ind w:left="566" w:hanging="283"/>
    </w:pPr>
  </w:style>
  <w:style w:type="paragraph" w:styleId="36">
    <w:name w:val="List 3"/>
    <w:basedOn w:val="a4"/>
    <w:rsid w:val="00300476"/>
    <w:pPr>
      <w:ind w:left="849" w:hanging="283"/>
    </w:pPr>
  </w:style>
  <w:style w:type="paragraph" w:styleId="43">
    <w:name w:val="List 4"/>
    <w:basedOn w:val="a4"/>
    <w:rsid w:val="00300476"/>
    <w:pPr>
      <w:ind w:left="1132" w:hanging="283"/>
    </w:pPr>
  </w:style>
  <w:style w:type="paragraph" w:styleId="53">
    <w:name w:val="List 5"/>
    <w:basedOn w:val="a4"/>
    <w:rsid w:val="00300476"/>
    <w:pPr>
      <w:ind w:left="1415" w:hanging="283"/>
    </w:pPr>
  </w:style>
  <w:style w:type="paragraph" w:styleId="HTML7">
    <w:name w:val="HTML Preformatted"/>
    <w:basedOn w:val="a4"/>
    <w:rsid w:val="00300476"/>
    <w:rPr>
      <w:rFonts w:ascii="Courier New" w:hAnsi="Courier New" w:cs="Courier New"/>
      <w:sz w:val="20"/>
      <w:szCs w:val="20"/>
    </w:rPr>
  </w:style>
  <w:style w:type="paragraph" w:customStyle="1" w:styleId="aff1">
    <w:name w:val="Статья закона"/>
    <w:next w:val="afc"/>
    <w:autoRedefine/>
    <w:rsid w:val="00E91B4F"/>
    <w:pPr>
      <w:keepNext/>
      <w:tabs>
        <w:tab w:val="num" w:pos="700"/>
      </w:tabs>
      <w:ind w:firstLine="709"/>
      <w:jc w:val="both"/>
    </w:pPr>
    <w:rPr>
      <w:b/>
      <w:sz w:val="28"/>
      <w:szCs w:val="28"/>
    </w:rPr>
  </w:style>
  <w:style w:type="character" w:styleId="aff2">
    <w:name w:val="Strong"/>
    <w:qFormat/>
    <w:rsid w:val="00300476"/>
    <w:rPr>
      <w:b/>
      <w:bCs/>
    </w:rPr>
  </w:style>
  <w:style w:type="paragraph" w:styleId="aff3">
    <w:name w:val="Plain Text"/>
    <w:basedOn w:val="a4"/>
    <w:rsid w:val="00300476"/>
    <w:rPr>
      <w:rFonts w:ascii="Courier New" w:hAnsi="Courier New" w:cs="Courier New"/>
      <w:sz w:val="20"/>
      <w:szCs w:val="20"/>
    </w:rPr>
  </w:style>
  <w:style w:type="paragraph" w:customStyle="1" w:styleId="aff4">
    <w:name w:val="Текст закона"/>
    <w:basedOn w:val="aff3"/>
    <w:semiHidden/>
    <w:rsid w:val="00300476"/>
    <w:pPr>
      <w:ind w:firstLine="709"/>
      <w:jc w:val="both"/>
    </w:pPr>
    <w:rPr>
      <w:rFonts w:ascii="Times New Roman" w:hAnsi="Times New Roman"/>
      <w:sz w:val="24"/>
      <w:lang w:val="en-US"/>
    </w:rPr>
  </w:style>
  <w:style w:type="paragraph" w:styleId="aff5">
    <w:name w:val="Block Text"/>
    <w:basedOn w:val="a4"/>
    <w:rsid w:val="00300476"/>
    <w:pPr>
      <w:spacing w:after="120"/>
      <w:ind w:left="1440" w:right="1440"/>
    </w:pPr>
  </w:style>
  <w:style w:type="character" w:styleId="HTML8">
    <w:name w:val="HTML Cite"/>
    <w:rsid w:val="00300476"/>
    <w:rPr>
      <w:i/>
      <w:iCs/>
    </w:rPr>
  </w:style>
  <w:style w:type="paragraph" w:styleId="aff6">
    <w:name w:val="Message Header"/>
    <w:basedOn w:val="a4"/>
    <w:rsid w:val="0030047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aff7">
    <w:name w:val="E-mail Signature"/>
    <w:basedOn w:val="a4"/>
    <w:rsid w:val="00300476"/>
  </w:style>
  <w:style w:type="paragraph" w:customStyle="1" w:styleId="ConsPlusNonformat">
    <w:name w:val="ConsPlusNonformat"/>
    <w:rsid w:val="0030047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0047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300476"/>
    <w:pPr>
      <w:widowControl w:val="0"/>
      <w:ind w:firstLine="720"/>
    </w:pPr>
    <w:rPr>
      <w:rFonts w:ascii="Arial" w:hAnsi="Arial"/>
      <w:snapToGrid w:val="0"/>
    </w:rPr>
  </w:style>
  <w:style w:type="paragraph" w:styleId="aff8">
    <w:name w:val="Balloon Text"/>
    <w:basedOn w:val="a4"/>
    <w:semiHidden/>
    <w:rsid w:val="001633E0"/>
    <w:rPr>
      <w:rFonts w:ascii="Tahoma" w:hAnsi="Tahoma" w:cs="Tahoma"/>
      <w:sz w:val="16"/>
      <w:szCs w:val="16"/>
    </w:rPr>
  </w:style>
  <w:style w:type="table" w:styleId="aff9">
    <w:name w:val="Table Grid"/>
    <w:basedOn w:val="a6"/>
    <w:rsid w:val="002C24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1"/>
    <w:basedOn w:val="a4"/>
    <w:rsid w:val="000A2A5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a">
    <w:name w:val="No Spacing"/>
    <w:uiPriority w:val="1"/>
    <w:qFormat/>
    <w:rsid w:val="005B30CE"/>
    <w:rPr>
      <w:sz w:val="28"/>
      <w:szCs w:val="24"/>
    </w:rPr>
  </w:style>
  <w:style w:type="paragraph" w:customStyle="1" w:styleId="ConsPlusTitle">
    <w:name w:val="ConsPlusTitle"/>
    <w:rsid w:val="005B30C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character" w:customStyle="1" w:styleId="FontStyle11">
    <w:name w:val="Font Style11"/>
    <w:rsid w:val="00753899"/>
    <w:rPr>
      <w:rFonts w:ascii="Times New Roman" w:hAnsi="Times New Roman" w:cs="Times New Roman"/>
      <w:sz w:val="24"/>
      <w:szCs w:val="24"/>
    </w:rPr>
  </w:style>
  <w:style w:type="paragraph" w:styleId="affb">
    <w:name w:val="List Paragraph"/>
    <w:basedOn w:val="a4"/>
    <w:uiPriority w:val="34"/>
    <w:qFormat/>
    <w:rsid w:val="00660A84"/>
    <w:pPr>
      <w:ind w:left="720"/>
    </w:pPr>
  </w:style>
  <w:style w:type="character" w:customStyle="1" w:styleId="af4">
    <w:name w:val="Нижний колонтитул Знак"/>
    <w:link w:val="af3"/>
    <w:uiPriority w:val="99"/>
    <w:rsid w:val="00976D29"/>
    <w:rPr>
      <w:sz w:val="28"/>
      <w:szCs w:val="24"/>
    </w:rPr>
  </w:style>
  <w:style w:type="character" w:customStyle="1" w:styleId="34">
    <w:name w:val="Основной текст с отступом 3 Знак"/>
    <w:link w:val="33"/>
    <w:rsid w:val="00F36CAA"/>
    <w:rPr>
      <w:sz w:val="16"/>
      <w:szCs w:val="16"/>
    </w:rPr>
  </w:style>
  <w:style w:type="character" w:styleId="affc">
    <w:name w:val="annotation reference"/>
    <w:rsid w:val="001346B9"/>
    <w:rPr>
      <w:sz w:val="16"/>
      <w:szCs w:val="16"/>
    </w:rPr>
  </w:style>
  <w:style w:type="paragraph" w:styleId="affd">
    <w:name w:val="annotation text"/>
    <w:basedOn w:val="a4"/>
    <w:link w:val="affe"/>
    <w:rsid w:val="001346B9"/>
    <w:rPr>
      <w:sz w:val="20"/>
      <w:szCs w:val="20"/>
    </w:rPr>
  </w:style>
  <w:style w:type="character" w:customStyle="1" w:styleId="affe">
    <w:name w:val="Текст примечания Знак"/>
    <w:basedOn w:val="a5"/>
    <w:link w:val="affd"/>
    <w:rsid w:val="001346B9"/>
  </w:style>
  <w:style w:type="paragraph" w:styleId="afff">
    <w:name w:val="annotation subject"/>
    <w:basedOn w:val="affd"/>
    <w:next w:val="affd"/>
    <w:link w:val="afff0"/>
    <w:rsid w:val="001346B9"/>
    <w:rPr>
      <w:b/>
      <w:bCs/>
    </w:rPr>
  </w:style>
  <w:style w:type="character" w:customStyle="1" w:styleId="afff0">
    <w:name w:val="Тема примечания Знак"/>
    <w:link w:val="afff"/>
    <w:rsid w:val="001346B9"/>
    <w:rPr>
      <w:b/>
      <w:bCs/>
    </w:rPr>
  </w:style>
  <w:style w:type="character" w:customStyle="1" w:styleId="markedcontent">
    <w:name w:val="markedcontent"/>
    <w:basedOn w:val="a5"/>
    <w:rsid w:val="00B55CE7"/>
  </w:style>
  <w:style w:type="character" w:customStyle="1" w:styleId="extendedtext-short">
    <w:name w:val="extendedtext-short"/>
    <w:basedOn w:val="a5"/>
    <w:rsid w:val="00E90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rogs\Templates2007\05%20&#1047;&#1072;&#1082;&#1086;&#1085;%20&#1055;&#1077;&#1088;&#1084;&#1089;&#1082;&#1086;&#1075;&#1086;%20&#1082;&#1088;&#1072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DDC62-C9EE-4A1E-945B-173B44146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05 Закон Пермского края</Template>
  <TotalTime>1107</TotalTime>
  <Pages>2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ИВС</Company>
  <LinksUpToDate>false</LinksUpToDate>
  <CharactersWithSpaces>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BorisovaEV</dc:creator>
  <cp:lastModifiedBy>user</cp:lastModifiedBy>
  <cp:revision>8</cp:revision>
  <cp:lastPrinted>2023-07-14T05:20:00Z</cp:lastPrinted>
  <dcterms:created xsi:type="dcterms:W3CDTF">2023-06-20T05:53:00Z</dcterms:created>
  <dcterms:modified xsi:type="dcterms:W3CDTF">2024-03-04T04:18:00Z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N">
    <vt:lpwstr>237042</vt:lpwstr>
  </property>
  <property fmtid="{D5CDD505-2E9C-101B-9397-08002B2CF9AE}" pid="3" name="ISPROJECT">
    <vt:bool>false</vt:bool>
  </property>
  <property fmtid="{D5CDD505-2E9C-101B-9397-08002B2CF9AE}" pid="4" name="APPID">
    <vt:lpwstr>MS BINDER</vt:lpwstr>
  </property>
  <property fmtid="{D5CDD505-2E9C-101B-9397-08002B2CF9AE}" pid="5" name="LINKTO">
    <vt:lpwstr>-</vt:lpwstr>
  </property>
  <property fmtid="{D5CDD505-2E9C-101B-9397-08002B2CF9AE}" pid="6" name="LINKTO_US">
    <vt:lpwstr>-</vt:lpwstr>
  </property>
  <property fmtid="{D5CDD505-2E9C-101B-9397-08002B2CF9AE}" pid="7" name="LINKTO_NR">
    <vt:lpwstr>-</vt:lpwstr>
  </property>
  <property fmtid="{D5CDD505-2E9C-101B-9397-08002B2CF9AE}" pid="8" name="LINKTYPE">
    <vt:lpwstr>172384</vt:lpwstr>
  </property>
  <property fmtid="{D5CDD505-2E9C-101B-9397-08002B2CF9AE}" pid="9" name="FEEDBACKLINKTYPE">
    <vt:lpwstr>172385</vt:lpwstr>
  </property>
  <property fmtid="{D5CDD505-2E9C-101B-9397-08002B2CF9AE}" pid="10" name="SAVED">
    <vt:bool>false</vt:bool>
  </property>
</Properties>
</file>